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A71" w:rsidRPr="00514069" w:rsidRDefault="002C4A71" w:rsidP="00CB50B7">
      <w:pPr>
        <w:jc w:val="right"/>
        <w:rPr>
          <w:rFonts w:ascii="Times New Roman" w:hAnsi="Times New Roman"/>
          <w:b/>
          <w:sz w:val="20"/>
          <w:szCs w:val="20"/>
        </w:rPr>
      </w:pPr>
      <w:r w:rsidRPr="00514069">
        <w:rPr>
          <w:rFonts w:ascii="Times New Roman" w:hAnsi="Times New Roman"/>
          <w:b/>
          <w:sz w:val="20"/>
          <w:szCs w:val="20"/>
        </w:rPr>
        <w:t>Приложение 1</w:t>
      </w:r>
    </w:p>
    <w:tbl>
      <w:tblPr>
        <w:tblW w:w="15310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426"/>
        <w:gridCol w:w="3260"/>
        <w:gridCol w:w="567"/>
        <w:gridCol w:w="3544"/>
        <w:gridCol w:w="709"/>
        <w:gridCol w:w="1275"/>
        <w:gridCol w:w="1276"/>
        <w:gridCol w:w="2126"/>
        <w:gridCol w:w="2127"/>
      </w:tblGrid>
      <w:tr w:rsidR="002C4A71" w:rsidRPr="00514069" w:rsidTr="00D70C3B">
        <w:trPr>
          <w:trHeight w:val="626"/>
        </w:trPr>
        <w:tc>
          <w:tcPr>
            <w:tcW w:w="426" w:type="dxa"/>
          </w:tcPr>
          <w:p w:rsidR="002C4A71" w:rsidRPr="00514069" w:rsidRDefault="002C4A71" w:rsidP="00D70C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4069">
              <w:rPr>
                <w:rFonts w:ascii="Times New Roman" w:hAnsi="Times New Roman"/>
                <w:b/>
                <w:sz w:val="20"/>
                <w:szCs w:val="20"/>
                <w:lang w:val="kk-KZ"/>
              </w:rPr>
              <w:t xml:space="preserve">№ </w:t>
            </w:r>
          </w:p>
          <w:p w:rsidR="002C4A71" w:rsidRPr="00514069" w:rsidRDefault="002C4A71" w:rsidP="00D70C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260" w:type="dxa"/>
          </w:tcPr>
          <w:p w:rsidR="002C4A71" w:rsidRPr="00514069" w:rsidRDefault="002C4A71" w:rsidP="00D70C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4069">
              <w:rPr>
                <w:rFonts w:ascii="Times New Roman" w:hAnsi="Times New Roman"/>
                <w:b/>
                <w:sz w:val="20"/>
                <w:szCs w:val="20"/>
              </w:rPr>
              <w:t>МНН</w:t>
            </w:r>
          </w:p>
        </w:tc>
        <w:tc>
          <w:tcPr>
            <w:tcW w:w="567" w:type="dxa"/>
          </w:tcPr>
          <w:p w:rsidR="002C4A71" w:rsidRPr="00514069" w:rsidRDefault="002C4A71" w:rsidP="00D70C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4069">
              <w:rPr>
                <w:rFonts w:ascii="Times New Roman" w:hAnsi="Times New Roman"/>
                <w:b/>
                <w:sz w:val="20"/>
                <w:szCs w:val="20"/>
              </w:rPr>
              <w:t>Ед. изм</w:t>
            </w:r>
          </w:p>
        </w:tc>
        <w:tc>
          <w:tcPr>
            <w:tcW w:w="3544" w:type="dxa"/>
          </w:tcPr>
          <w:p w:rsidR="002C4A71" w:rsidRPr="00514069" w:rsidRDefault="002C4A71" w:rsidP="00D70C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4069">
              <w:rPr>
                <w:rFonts w:ascii="Times New Roman" w:hAnsi="Times New Roman"/>
                <w:b/>
                <w:sz w:val="20"/>
                <w:szCs w:val="20"/>
              </w:rPr>
              <w:t>Характеристика</w:t>
            </w:r>
          </w:p>
        </w:tc>
        <w:tc>
          <w:tcPr>
            <w:tcW w:w="709" w:type="dxa"/>
          </w:tcPr>
          <w:p w:rsidR="002C4A71" w:rsidRPr="00514069" w:rsidRDefault="002C4A71" w:rsidP="00D70C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4069">
              <w:rPr>
                <w:rFonts w:ascii="Times New Roman" w:hAnsi="Times New Roman"/>
                <w:b/>
                <w:sz w:val="20"/>
                <w:szCs w:val="20"/>
              </w:rPr>
              <w:t>Кол-во</w:t>
            </w:r>
          </w:p>
        </w:tc>
        <w:tc>
          <w:tcPr>
            <w:tcW w:w="1275" w:type="dxa"/>
          </w:tcPr>
          <w:p w:rsidR="002C4A71" w:rsidRPr="00514069" w:rsidRDefault="002C4A71" w:rsidP="00D70C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4069">
              <w:rPr>
                <w:rFonts w:ascii="Times New Roman" w:hAnsi="Times New Roman"/>
                <w:b/>
                <w:sz w:val="20"/>
                <w:szCs w:val="20"/>
              </w:rPr>
              <w:t>Цена</w:t>
            </w:r>
          </w:p>
        </w:tc>
        <w:tc>
          <w:tcPr>
            <w:tcW w:w="1276" w:type="dxa"/>
          </w:tcPr>
          <w:p w:rsidR="002C4A71" w:rsidRPr="00514069" w:rsidRDefault="002C4A71" w:rsidP="00D70C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4069">
              <w:rPr>
                <w:rFonts w:ascii="Times New Roman" w:hAnsi="Times New Roman"/>
                <w:b/>
                <w:sz w:val="20"/>
                <w:szCs w:val="20"/>
              </w:rPr>
              <w:t>Сумма</w:t>
            </w:r>
          </w:p>
        </w:tc>
        <w:tc>
          <w:tcPr>
            <w:tcW w:w="2126" w:type="dxa"/>
          </w:tcPr>
          <w:p w:rsidR="002C4A71" w:rsidRPr="00514069" w:rsidRDefault="002C4A71" w:rsidP="00D70C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4069">
              <w:rPr>
                <w:rFonts w:ascii="Times New Roman" w:hAnsi="Times New Roman"/>
                <w:b/>
                <w:sz w:val="20"/>
                <w:szCs w:val="20"/>
              </w:rPr>
              <w:t>Срок поставки</w:t>
            </w:r>
          </w:p>
        </w:tc>
        <w:tc>
          <w:tcPr>
            <w:tcW w:w="2127" w:type="dxa"/>
          </w:tcPr>
          <w:p w:rsidR="002C4A71" w:rsidRPr="00514069" w:rsidRDefault="002C4A71" w:rsidP="00D70C3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514069">
              <w:rPr>
                <w:rFonts w:ascii="Times New Roman" w:hAnsi="Times New Roman"/>
                <w:b/>
                <w:sz w:val="20"/>
                <w:szCs w:val="20"/>
              </w:rPr>
              <w:t>Место поставки</w:t>
            </w:r>
          </w:p>
        </w:tc>
      </w:tr>
      <w:tr w:rsidR="002C4A71" w:rsidRPr="00D70C3B" w:rsidTr="00D70C3B">
        <w:tc>
          <w:tcPr>
            <w:tcW w:w="426" w:type="dxa"/>
          </w:tcPr>
          <w:p w:rsidR="002C4A71" w:rsidRPr="00D70C3B" w:rsidRDefault="002C4A71" w:rsidP="00D70C3B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  <w:r w:rsidRPr="00D70C3B"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3260" w:type="dxa"/>
          </w:tcPr>
          <w:p w:rsidR="002C4A71" w:rsidRPr="00514069" w:rsidRDefault="002C4A71" w:rsidP="00440211">
            <w:pPr>
              <w:pStyle w:val="Heading1"/>
              <w:shd w:val="clear" w:color="auto" w:fill="FFFFFF"/>
              <w:spacing w:before="0" w:beforeAutospacing="0" w:after="300" w:afterAutospacing="0"/>
              <w:rPr>
                <w:b w:val="0"/>
                <w:bCs w:val="0"/>
                <w:sz w:val="28"/>
                <w:szCs w:val="28"/>
              </w:rPr>
            </w:pPr>
            <w:r w:rsidRPr="00514069">
              <w:rPr>
                <w:b w:val="0"/>
                <w:bCs w:val="0"/>
                <w:sz w:val="28"/>
                <w:szCs w:val="28"/>
              </w:rPr>
              <w:t>Окраска по Цилю-Нильсену-100</w:t>
            </w:r>
          </w:p>
          <w:p w:rsidR="002C4A71" w:rsidRPr="00AB7E01" w:rsidRDefault="002C4A71" w:rsidP="00D70C3B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567" w:type="dxa"/>
          </w:tcPr>
          <w:p w:rsidR="002C4A71" w:rsidRPr="00514069" w:rsidRDefault="002C4A71" w:rsidP="00D70C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4069">
              <w:rPr>
                <w:rFonts w:ascii="Times New Roman" w:hAnsi="Times New Roman"/>
                <w:sz w:val="20"/>
                <w:szCs w:val="20"/>
              </w:rPr>
              <w:t>набор</w:t>
            </w:r>
          </w:p>
        </w:tc>
        <w:tc>
          <w:tcPr>
            <w:tcW w:w="3544" w:type="dxa"/>
          </w:tcPr>
          <w:p w:rsidR="002C4A71" w:rsidRPr="00514069" w:rsidRDefault="002C4A71" w:rsidP="00D70C3B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514069">
              <w:rPr>
                <w:rFonts w:ascii="Times New Roman" w:hAnsi="Times New Roman"/>
                <w:color w:val="444444"/>
                <w:sz w:val="20"/>
                <w:szCs w:val="20"/>
                <w:shd w:val="clear" w:color="auto" w:fill="FFFFFF"/>
              </w:rPr>
              <w:t>Набор реагентов предназначен для диагностической окраски микроорганизмов в мазках (гной, мокрота, моча и др.)</w:t>
            </w:r>
          </w:p>
        </w:tc>
        <w:tc>
          <w:tcPr>
            <w:tcW w:w="709" w:type="dxa"/>
          </w:tcPr>
          <w:p w:rsidR="002C4A71" w:rsidRPr="00514069" w:rsidRDefault="002C4A71" w:rsidP="00514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069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5" w:type="dxa"/>
          </w:tcPr>
          <w:p w:rsidR="002C4A71" w:rsidRPr="00514069" w:rsidRDefault="002C4A71" w:rsidP="00514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069">
              <w:rPr>
                <w:rFonts w:ascii="Times New Roman" w:hAnsi="Times New Roman"/>
                <w:sz w:val="20"/>
                <w:szCs w:val="20"/>
              </w:rPr>
              <w:t>3000</w:t>
            </w:r>
          </w:p>
        </w:tc>
        <w:tc>
          <w:tcPr>
            <w:tcW w:w="1276" w:type="dxa"/>
          </w:tcPr>
          <w:p w:rsidR="002C4A71" w:rsidRPr="00514069" w:rsidRDefault="002C4A71" w:rsidP="00514069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14069">
              <w:rPr>
                <w:rFonts w:ascii="Times New Roman" w:hAnsi="Times New Roman"/>
                <w:sz w:val="20"/>
                <w:szCs w:val="20"/>
              </w:rPr>
              <w:t>18000</w:t>
            </w:r>
          </w:p>
        </w:tc>
        <w:tc>
          <w:tcPr>
            <w:tcW w:w="2126" w:type="dxa"/>
          </w:tcPr>
          <w:p w:rsidR="002C4A71" w:rsidRPr="00514069" w:rsidRDefault="002C4A71" w:rsidP="00D70C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4069">
              <w:rPr>
                <w:rFonts w:ascii="Times New Roman" w:hAnsi="Times New Roman"/>
                <w:sz w:val="20"/>
                <w:szCs w:val="20"/>
              </w:rPr>
              <w:t>По заявке с момента заключения договора</w:t>
            </w:r>
          </w:p>
        </w:tc>
        <w:tc>
          <w:tcPr>
            <w:tcW w:w="2127" w:type="dxa"/>
          </w:tcPr>
          <w:p w:rsidR="002C4A71" w:rsidRPr="00514069" w:rsidRDefault="002C4A71" w:rsidP="00D70C3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514069">
              <w:rPr>
                <w:rFonts w:ascii="Times New Roman" w:hAnsi="Times New Roman"/>
                <w:sz w:val="20"/>
                <w:szCs w:val="20"/>
              </w:rPr>
              <w:t xml:space="preserve">СКО, </w:t>
            </w:r>
            <w:r>
              <w:rPr>
                <w:rFonts w:ascii="Times New Roman" w:hAnsi="Times New Roman"/>
                <w:sz w:val="20"/>
                <w:szCs w:val="20"/>
              </w:rPr>
              <w:t>Акжарский район, с.</w:t>
            </w:r>
            <w:r w:rsidRPr="00514069">
              <w:rPr>
                <w:rFonts w:ascii="Times New Roman" w:hAnsi="Times New Roman"/>
                <w:sz w:val="20"/>
                <w:szCs w:val="20"/>
              </w:rPr>
              <w:t>Талшик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 xml:space="preserve">, </w:t>
            </w:r>
            <w:r w:rsidRPr="00514069">
              <w:rPr>
                <w:rFonts w:ascii="Times New Roman" w:hAnsi="Times New Roman"/>
                <w:sz w:val="20"/>
                <w:szCs w:val="20"/>
              </w:rPr>
              <w:t>ул</w:t>
            </w:r>
            <w:r>
              <w:rPr>
                <w:rFonts w:ascii="Times New Roman" w:hAnsi="Times New Roman"/>
                <w:sz w:val="20"/>
                <w:szCs w:val="20"/>
                <w:lang w:val="kk-KZ"/>
              </w:rPr>
              <w:t>.</w:t>
            </w:r>
            <w:r w:rsidRPr="00514069">
              <w:rPr>
                <w:rFonts w:ascii="Times New Roman" w:hAnsi="Times New Roman"/>
                <w:sz w:val="20"/>
                <w:szCs w:val="20"/>
              </w:rPr>
              <w:t xml:space="preserve"> М.Ауезова 19</w:t>
            </w:r>
          </w:p>
        </w:tc>
      </w:tr>
      <w:tr w:rsidR="002C4A71" w:rsidRPr="00D70C3B" w:rsidTr="00D70C3B">
        <w:tc>
          <w:tcPr>
            <w:tcW w:w="426" w:type="dxa"/>
          </w:tcPr>
          <w:p w:rsidR="002C4A71" w:rsidRPr="00D70C3B" w:rsidRDefault="002C4A71" w:rsidP="00D70C3B">
            <w:pPr>
              <w:spacing w:after="0" w:line="240" w:lineRule="auto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3260" w:type="dxa"/>
          </w:tcPr>
          <w:p w:rsidR="002C4A71" w:rsidRPr="00AB7E01" w:rsidRDefault="002C4A71" w:rsidP="00440211">
            <w:pPr>
              <w:pStyle w:val="Heading1"/>
              <w:shd w:val="clear" w:color="auto" w:fill="FFFFFF"/>
              <w:spacing w:before="0" w:beforeAutospacing="0" w:after="300" w:afterAutospacing="0"/>
              <w:rPr>
                <w:rFonts w:ascii="Arial" w:hAnsi="Arial" w:cs="Arial"/>
                <w:b w:val="0"/>
                <w:bCs w:val="0"/>
                <w:sz w:val="28"/>
                <w:szCs w:val="28"/>
              </w:rPr>
            </w:pPr>
          </w:p>
        </w:tc>
        <w:tc>
          <w:tcPr>
            <w:tcW w:w="567" w:type="dxa"/>
          </w:tcPr>
          <w:p w:rsidR="002C4A71" w:rsidRDefault="002C4A71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3544" w:type="dxa"/>
          </w:tcPr>
          <w:p w:rsidR="002C4A71" w:rsidRDefault="002C4A71" w:rsidP="00D70C3B">
            <w:pPr>
              <w:spacing w:after="0" w:line="240" w:lineRule="auto"/>
              <w:rPr>
                <w:rFonts w:ascii="Arial" w:hAnsi="Arial" w:cs="Arial"/>
                <w:color w:val="444444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709" w:type="dxa"/>
          </w:tcPr>
          <w:p w:rsidR="002C4A71" w:rsidRDefault="002C4A71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5" w:type="dxa"/>
          </w:tcPr>
          <w:p w:rsidR="002C4A71" w:rsidRDefault="002C4A71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276" w:type="dxa"/>
          </w:tcPr>
          <w:p w:rsidR="002C4A71" w:rsidRDefault="002C4A71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126" w:type="dxa"/>
          </w:tcPr>
          <w:p w:rsidR="002C4A71" w:rsidRPr="00D70C3B" w:rsidRDefault="002C4A71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2127" w:type="dxa"/>
          </w:tcPr>
          <w:p w:rsidR="002C4A71" w:rsidRPr="00D70C3B" w:rsidRDefault="002C4A71" w:rsidP="00D70C3B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</w:tbl>
    <w:p w:rsidR="002C4A71" w:rsidRPr="0063016C" w:rsidRDefault="002C4A71" w:rsidP="003C2322">
      <w:pPr>
        <w:tabs>
          <w:tab w:val="left" w:pos="10348"/>
        </w:tabs>
        <w:jc w:val="right"/>
        <w:rPr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 </w:t>
      </w:r>
    </w:p>
    <w:p w:rsidR="002C4A71" w:rsidRPr="0063016C" w:rsidRDefault="002C4A71" w:rsidP="003C2322">
      <w:pPr>
        <w:tabs>
          <w:tab w:val="left" w:pos="10348"/>
        </w:tabs>
        <w:jc w:val="right"/>
        <w:rPr>
          <w:sz w:val="20"/>
          <w:szCs w:val="20"/>
        </w:rPr>
      </w:pPr>
    </w:p>
    <w:sectPr w:rsidR="002C4A71" w:rsidRPr="0063016C" w:rsidSect="00CB50B7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4A71" w:rsidRDefault="002C4A71" w:rsidP="00CB50B7">
      <w:pPr>
        <w:spacing w:after="0" w:line="240" w:lineRule="auto"/>
      </w:pPr>
      <w:r>
        <w:separator/>
      </w:r>
    </w:p>
  </w:endnote>
  <w:endnote w:type="continuationSeparator" w:id="0">
    <w:p w:rsidR="002C4A71" w:rsidRDefault="002C4A71" w:rsidP="00CB5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4A71" w:rsidRDefault="002C4A71" w:rsidP="00CB50B7">
      <w:pPr>
        <w:spacing w:after="0" w:line="240" w:lineRule="auto"/>
      </w:pPr>
      <w:r>
        <w:separator/>
      </w:r>
    </w:p>
  </w:footnote>
  <w:footnote w:type="continuationSeparator" w:id="0">
    <w:p w:rsidR="002C4A71" w:rsidRDefault="002C4A71" w:rsidP="00CB50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556974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648E12D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5E54143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8B70B20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68ECBEE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2021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A289FB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E387AE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216A64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A8FA1EC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9A2B57"/>
    <w:multiLevelType w:val="multilevel"/>
    <w:tmpl w:val="E86E5F4A"/>
    <w:lvl w:ilvl="0">
      <w:start w:val="1"/>
      <w:numFmt w:val="bullet"/>
      <w:lvlText w:val=""/>
      <w:lvlJc w:val="left"/>
      <w:pPr>
        <w:tabs>
          <w:tab w:val="num" w:pos="751"/>
        </w:tabs>
        <w:ind w:left="751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47728B4"/>
    <w:multiLevelType w:val="hybridMultilevel"/>
    <w:tmpl w:val="CEE482C2"/>
    <w:lvl w:ilvl="0" w:tplc="A48898E4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10"/>
  </w:num>
  <w:num w:numId="3">
    <w:abstractNumId w:val="9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B50B7"/>
    <w:rsid w:val="000063C3"/>
    <w:rsid w:val="00044014"/>
    <w:rsid w:val="0006729E"/>
    <w:rsid w:val="000B7CDA"/>
    <w:rsid w:val="00126386"/>
    <w:rsid w:val="001276F0"/>
    <w:rsid w:val="00192320"/>
    <w:rsid w:val="001C10E5"/>
    <w:rsid w:val="001F6D72"/>
    <w:rsid w:val="002317A2"/>
    <w:rsid w:val="00246DB2"/>
    <w:rsid w:val="00286256"/>
    <w:rsid w:val="002C4A71"/>
    <w:rsid w:val="003405B1"/>
    <w:rsid w:val="00356135"/>
    <w:rsid w:val="00356F4C"/>
    <w:rsid w:val="003C2322"/>
    <w:rsid w:val="003F70EB"/>
    <w:rsid w:val="00440211"/>
    <w:rsid w:val="00447E5C"/>
    <w:rsid w:val="00450388"/>
    <w:rsid w:val="004A742F"/>
    <w:rsid w:val="004B412F"/>
    <w:rsid w:val="004C74A6"/>
    <w:rsid w:val="004D049E"/>
    <w:rsid w:val="00514069"/>
    <w:rsid w:val="00521C36"/>
    <w:rsid w:val="00544D11"/>
    <w:rsid w:val="005A5EA3"/>
    <w:rsid w:val="005C7581"/>
    <w:rsid w:val="00617943"/>
    <w:rsid w:val="00624541"/>
    <w:rsid w:val="0063016C"/>
    <w:rsid w:val="00630796"/>
    <w:rsid w:val="00661078"/>
    <w:rsid w:val="006635E1"/>
    <w:rsid w:val="0069792F"/>
    <w:rsid w:val="0070000D"/>
    <w:rsid w:val="00702634"/>
    <w:rsid w:val="00717CB7"/>
    <w:rsid w:val="00746CA6"/>
    <w:rsid w:val="0079786A"/>
    <w:rsid w:val="007C1048"/>
    <w:rsid w:val="007F04CA"/>
    <w:rsid w:val="008270A6"/>
    <w:rsid w:val="00853F6A"/>
    <w:rsid w:val="008C6B1D"/>
    <w:rsid w:val="008D5F7B"/>
    <w:rsid w:val="008E731A"/>
    <w:rsid w:val="009216CA"/>
    <w:rsid w:val="009256F4"/>
    <w:rsid w:val="009437BD"/>
    <w:rsid w:val="009474A7"/>
    <w:rsid w:val="009B579E"/>
    <w:rsid w:val="009D1B50"/>
    <w:rsid w:val="00A827D0"/>
    <w:rsid w:val="00A87BB2"/>
    <w:rsid w:val="00AA782C"/>
    <w:rsid w:val="00AB7E01"/>
    <w:rsid w:val="00B17538"/>
    <w:rsid w:val="00B37D30"/>
    <w:rsid w:val="00B50BFB"/>
    <w:rsid w:val="00BC28B1"/>
    <w:rsid w:val="00BF4F70"/>
    <w:rsid w:val="00BF6898"/>
    <w:rsid w:val="00C35641"/>
    <w:rsid w:val="00C424D5"/>
    <w:rsid w:val="00C75E5C"/>
    <w:rsid w:val="00CB50B7"/>
    <w:rsid w:val="00CC282A"/>
    <w:rsid w:val="00D17AAC"/>
    <w:rsid w:val="00D41C8A"/>
    <w:rsid w:val="00D70C3B"/>
    <w:rsid w:val="00DE2B4A"/>
    <w:rsid w:val="00F2257E"/>
    <w:rsid w:val="00F423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257E"/>
    <w:pPr>
      <w:spacing w:after="200" w:line="276" w:lineRule="auto"/>
    </w:pPr>
  </w:style>
  <w:style w:type="paragraph" w:styleId="Heading1">
    <w:name w:val="heading 1"/>
    <w:basedOn w:val="Normal"/>
    <w:link w:val="Heading1Char"/>
    <w:uiPriority w:val="99"/>
    <w:qFormat/>
    <w:rsid w:val="001C10E5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C10E5"/>
    <w:rPr>
      <w:rFonts w:ascii="Times New Roman" w:hAnsi="Times New Roman" w:cs="Times New Roman"/>
      <w:b/>
      <w:bCs/>
      <w:kern w:val="36"/>
      <w:sz w:val="48"/>
      <w:szCs w:val="48"/>
    </w:rPr>
  </w:style>
  <w:style w:type="table" w:styleId="TableGrid">
    <w:name w:val="Table Grid"/>
    <w:basedOn w:val="TableNormal"/>
    <w:uiPriority w:val="99"/>
    <w:rsid w:val="00CB50B7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CB5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CB50B7"/>
    <w:rPr>
      <w:rFonts w:cs="Times New Roman"/>
    </w:rPr>
  </w:style>
  <w:style w:type="paragraph" w:styleId="Footer">
    <w:name w:val="footer"/>
    <w:basedOn w:val="Normal"/>
    <w:link w:val="FooterChar"/>
    <w:uiPriority w:val="99"/>
    <w:semiHidden/>
    <w:rsid w:val="00CB50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CB50B7"/>
    <w:rPr>
      <w:rFonts w:cs="Times New Roman"/>
    </w:rPr>
  </w:style>
  <w:style w:type="paragraph" w:styleId="ListParagraph">
    <w:name w:val="List Paragraph"/>
    <w:basedOn w:val="Normal"/>
    <w:uiPriority w:val="99"/>
    <w:qFormat/>
    <w:rsid w:val="004D049E"/>
    <w:pPr>
      <w:ind w:left="720"/>
      <w:contextualSpacing/>
    </w:pPr>
  </w:style>
  <w:style w:type="paragraph" w:styleId="NormalWeb">
    <w:name w:val="Normal (Web)"/>
    <w:basedOn w:val="Normal"/>
    <w:uiPriority w:val="99"/>
    <w:rsid w:val="00AA782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basedOn w:val="DefaultParagraphFont"/>
    <w:uiPriority w:val="99"/>
    <w:rsid w:val="00AA782C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495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95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53</Words>
  <Characters>303</Characters>
  <Application>Microsoft Office Outlook</Application>
  <DocSecurity>0</DocSecurity>
  <Lines>0</Lines>
  <Paragraphs>0</Paragraphs>
  <ScaleCrop>false</ScaleCrop>
  <Company>OB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</dc:title>
  <dc:subject/>
  <dc:creator>Apteka</dc:creator>
  <cp:keywords/>
  <dc:description/>
  <cp:lastModifiedBy>Azamat</cp:lastModifiedBy>
  <cp:revision>2</cp:revision>
  <cp:lastPrinted>2017-02-23T05:34:00Z</cp:lastPrinted>
  <dcterms:created xsi:type="dcterms:W3CDTF">2017-03-03T05:58:00Z</dcterms:created>
  <dcterms:modified xsi:type="dcterms:W3CDTF">2017-03-03T05:58:00Z</dcterms:modified>
</cp:coreProperties>
</file>