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1A1" w:rsidRPr="0063016C" w:rsidRDefault="004F01A1" w:rsidP="00CB50B7">
      <w:pPr>
        <w:jc w:val="right"/>
        <w:rPr>
          <w:b/>
          <w:sz w:val="20"/>
          <w:szCs w:val="20"/>
        </w:rPr>
      </w:pPr>
      <w:r w:rsidRPr="0063016C">
        <w:rPr>
          <w:b/>
          <w:sz w:val="20"/>
          <w:szCs w:val="20"/>
        </w:rPr>
        <w:t>Приложение 1</w:t>
      </w:r>
    </w:p>
    <w:tbl>
      <w:tblPr>
        <w:tblW w:w="1554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8"/>
        <w:gridCol w:w="3104"/>
        <w:gridCol w:w="567"/>
        <w:gridCol w:w="3544"/>
        <w:gridCol w:w="709"/>
        <w:gridCol w:w="1275"/>
        <w:gridCol w:w="1276"/>
        <w:gridCol w:w="2126"/>
        <w:gridCol w:w="2127"/>
      </w:tblGrid>
      <w:tr w:rsidR="004F01A1" w:rsidRPr="00D70C3B" w:rsidTr="00DD0E8B">
        <w:trPr>
          <w:trHeight w:val="626"/>
        </w:trPr>
        <w:tc>
          <w:tcPr>
            <w:tcW w:w="818" w:type="dxa"/>
          </w:tcPr>
          <w:p w:rsidR="004F01A1" w:rsidRPr="00D70C3B" w:rsidRDefault="004F01A1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  <w:lang w:val="kk-KZ"/>
              </w:rPr>
              <w:t xml:space="preserve">№ </w:t>
            </w:r>
          </w:p>
          <w:p w:rsidR="004F01A1" w:rsidRPr="00D70C3B" w:rsidRDefault="004F01A1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04" w:type="dxa"/>
          </w:tcPr>
          <w:p w:rsidR="004F01A1" w:rsidRPr="00D70C3B" w:rsidRDefault="004F01A1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МНН</w:t>
            </w:r>
          </w:p>
        </w:tc>
        <w:tc>
          <w:tcPr>
            <w:tcW w:w="567" w:type="dxa"/>
          </w:tcPr>
          <w:p w:rsidR="004F01A1" w:rsidRPr="00D70C3B" w:rsidRDefault="004F01A1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Ед. изм</w:t>
            </w:r>
          </w:p>
        </w:tc>
        <w:tc>
          <w:tcPr>
            <w:tcW w:w="3544" w:type="dxa"/>
          </w:tcPr>
          <w:p w:rsidR="004F01A1" w:rsidRPr="00D70C3B" w:rsidRDefault="004F01A1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709" w:type="dxa"/>
          </w:tcPr>
          <w:p w:rsidR="004F01A1" w:rsidRPr="00D70C3B" w:rsidRDefault="004F01A1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1275" w:type="dxa"/>
          </w:tcPr>
          <w:p w:rsidR="004F01A1" w:rsidRPr="00D70C3B" w:rsidRDefault="004F01A1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4F01A1" w:rsidRPr="00D70C3B" w:rsidRDefault="004F01A1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4F01A1" w:rsidRPr="00D70C3B" w:rsidRDefault="004F01A1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4F01A1" w:rsidRPr="00D70C3B" w:rsidRDefault="004F01A1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Место поставки</w:t>
            </w:r>
          </w:p>
        </w:tc>
      </w:tr>
      <w:tr w:rsidR="004F01A1" w:rsidRPr="00D70C3B" w:rsidTr="00DD0E8B">
        <w:tc>
          <w:tcPr>
            <w:tcW w:w="818" w:type="dxa"/>
          </w:tcPr>
          <w:p w:rsidR="004F01A1" w:rsidRPr="00A71A1F" w:rsidRDefault="004F01A1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4F01A1" w:rsidRDefault="004F01A1" w:rsidP="00AC2309">
            <w:r>
              <w:t>Противоботулинические сыворотки типа А №5</w:t>
            </w:r>
          </w:p>
        </w:tc>
        <w:tc>
          <w:tcPr>
            <w:tcW w:w="567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4F01A1" w:rsidRDefault="004F01A1" w:rsidP="00AC2309">
            <w:r>
              <w:t xml:space="preserve">Противоботулинические сыворотки </w:t>
            </w:r>
          </w:p>
        </w:tc>
        <w:tc>
          <w:tcPr>
            <w:tcW w:w="709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1276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2126" w:type="dxa"/>
          </w:tcPr>
          <w:p w:rsidR="004F01A1" w:rsidRPr="00D70C3B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4F01A1" w:rsidRPr="00D70C3B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4F01A1" w:rsidRPr="00D70C3B" w:rsidTr="00DD0E8B">
        <w:tc>
          <w:tcPr>
            <w:tcW w:w="818" w:type="dxa"/>
          </w:tcPr>
          <w:p w:rsidR="004F01A1" w:rsidRPr="00A71A1F" w:rsidRDefault="004F01A1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4F01A1" w:rsidRDefault="004F01A1" w:rsidP="00AC2309">
            <w:r>
              <w:t>Противоботулинические сыворотки типа В №5</w:t>
            </w:r>
          </w:p>
        </w:tc>
        <w:tc>
          <w:tcPr>
            <w:tcW w:w="567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4F01A1" w:rsidRDefault="004F01A1" w:rsidP="00AC2309">
            <w:r>
              <w:t xml:space="preserve">Противоботулинические сыворотки </w:t>
            </w:r>
          </w:p>
        </w:tc>
        <w:tc>
          <w:tcPr>
            <w:tcW w:w="709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1276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2126" w:type="dxa"/>
          </w:tcPr>
          <w:p w:rsidR="004F01A1" w:rsidRPr="00D70C3B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4F01A1" w:rsidRPr="00D70C3B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4F01A1" w:rsidRPr="00D70C3B" w:rsidTr="00DD0E8B">
        <w:tc>
          <w:tcPr>
            <w:tcW w:w="818" w:type="dxa"/>
          </w:tcPr>
          <w:p w:rsidR="004F01A1" w:rsidRPr="00A71A1F" w:rsidRDefault="004F01A1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4F01A1" w:rsidRDefault="004F01A1" w:rsidP="00AC2309">
            <w:r>
              <w:t>Противоботулинические сыворотки типа Е №5</w:t>
            </w:r>
          </w:p>
        </w:tc>
        <w:tc>
          <w:tcPr>
            <w:tcW w:w="567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4F01A1" w:rsidRDefault="004F01A1" w:rsidP="00AC2309">
            <w:r>
              <w:t xml:space="preserve">Противоботулинические сыворотки </w:t>
            </w:r>
          </w:p>
        </w:tc>
        <w:tc>
          <w:tcPr>
            <w:tcW w:w="709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1276" w:type="dxa"/>
          </w:tcPr>
          <w:p w:rsidR="004F01A1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2126" w:type="dxa"/>
          </w:tcPr>
          <w:p w:rsidR="004F01A1" w:rsidRPr="00D70C3B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4F01A1" w:rsidRPr="00D70C3B" w:rsidRDefault="004F01A1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4F01A1" w:rsidRPr="00D70C3B" w:rsidTr="00DD0E8B">
        <w:tc>
          <w:tcPr>
            <w:tcW w:w="818" w:type="dxa"/>
          </w:tcPr>
          <w:p w:rsidR="004F01A1" w:rsidRPr="00A71A1F" w:rsidRDefault="004F01A1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4F01A1" w:rsidRDefault="004F01A1" w:rsidP="00F53D92">
            <w:r>
              <w:t>Тест полоски антител к ВИЧ</w:t>
            </w:r>
          </w:p>
        </w:tc>
        <w:tc>
          <w:tcPr>
            <w:tcW w:w="567" w:type="dxa"/>
          </w:tcPr>
          <w:p w:rsidR="004F01A1" w:rsidRDefault="004F01A1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4F01A1" w:rsidRDefault="004F01A1" w:rsidP="00AC2309">
            <w:r>
              <w:t>Тест полоски антител к ВИЧ</w:t>
            </w:r>
          </w:p>
        </w:tc>
        <w:tc>
          <w:tcPr>
            <w:tcW w:w="709" w:type="dxa"/>
          </w:tcPr>
          <w:p w:rsidR="004F01A1" w:rsidRDefault="004F01A1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4F01A1" w:rsidRDefault="004F01A1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697,08</w:t>
            </w:r>
          </w:p>
        </w:tc>
        <w:tc>
          <w:tcPr>
            <w:tcW w:w="1276" w:type="dxa"/>
          </w:tcPr>
          <w:p w:rsidR="004F01A1" w:rsidRDefault="004F01A1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697,08</w:t>
            </w:r>
          </w:p>
        </w:tc>
        <w:tc>
          <w:tcPr>
            <w:tcW w:w="2126" w:type="dxa"/>
          </w:tcPr>
          <w:p w:rsidR="004F01A1" w:rsidRPr="00D70C3B" w:rsidRDefault="004F01A1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4F01A1" w:rsidRPr="00D70C3B" w:rsidRDefault="004F01A1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</w:tbl>
    <w:p w:rsidR="004F01A1" w:rsidRPr="0063016C" w:rsidRDefault="004F01A1" w:rsidP="003C2322">
      <w:pPr>
        <w:tabs>
          <w:tab w:val="left" w:pos="10348"/>
        </w:tabs>
        <w:jc w:val="right"/>
        <w:rPr>
          <w:sz w:val="20"/>
          <w:szCs w:val="20"/>
        </w:rPr>
      </w:pPr>
    </w:p>
    <w:sectPr w:rsidR="004F01A1" w:rsidRPr="0063016C" w:rsidSect="00A71A1F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1A1" w:rsidRDefault="004F01A1" w:rsidP="00CB50B7">
      <w:pPr>
        <w:spacing w:after="0" w:line="240" w:lineRule="auto"/>
      </w:pPr>
      <w:r>
        <w:separator/>
      </w:r>
    </w:p>
  </w:endnote>
  <w:endnote w:type="continuationSeparator" w:id="0">
    <w:p w:rsidR="004F01A1" w:rsidRDefault="004F01A1" w:rsidP="00CB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1A1" w:rsidRDefault="004F01A1" w:rsidP="00CB50B7">
      <w:pPr>
        <w:spacing w:after="0" w:line="240" w:lineRule="auto"/>
      </w:pPr>
      <w:r>
        <w:separator/>
      </w:r>
    </w:p>
  </w:footnote>
  <w:footnote w:type="continuationSeparator" w:id="0">
    <w:p w:rsidR="004F01A1" w:rsidRDefault="004F01A1" w:rsidP="00CB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CE4C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F02E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78EE9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90ECC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BA881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1E82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FADC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D411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80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069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6E4AEF"/>
    <w:multiLevelType w:val="hybridMultilevel"/>
    <w:tmpl w:val="CD62D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89A2B57"/>
    <w:multiLevelType w:val="multilevel"/>
    <w:tmpl w:val="E86E5F4A"/>
    <w:lvl w:ilvl="0">
      <w:start w:val="1"/>
      <w:numFmt w:val="bullet"/>
      <w:lvlText w:val=""/>
      <w:lvlJc w:val="left"/>
      <w:pPr>
        <w:tabs>
          <w:tab w:val="num" w:pos="751"/>
        </w:tabs>
        <w:ind w:left="751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35B48E6"/>
    <w:multiLevelType w:val="hybridMultilevel"/>
    <w:tmpl w:val="C5E0A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5D1593"/>
    <w:multiLevelType w:val="hybridMultilevel"/>
    <w:tmpl w:val="AAAAC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833808"/>
    <w:multiLevelType w:val="hybridMultilevel"/>
    <w:tmpl w:val="71A0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7728B4"/>
    <w:multiLevelType w:val="hybridMultilevel"/>
    <w:tmpl w:val="CEE482C2"/>
    <w:lvl w:ilvl="0" w:tplc="A48898E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0B7"/>
    <w:rsid w:val="000063C3"/>
    <w:rsid w:val="000219A9"/>
    <w:rsid w:val="00044014"/>
    <w:rsid w:val="0006729E"/>
    <w:rsid w:val="000B7CDA"/>
    <w:rsid w:val="000F5701"/>
    <w:rsid w:val="000F6E0D"/>
    <w:rsid w:val="00126386"/>
    <w:rsid w:val="001276F0"/>
    <w:rsid w:val="00192320"/>
    <w:rsid w:val="001A7C97"/>
    <w:rsid w:val="001C10E5"/>
    <w:rsid w:val="001F6D72"/>
    <w:rsid w:val="00234BAE"/>
    <w:rsid w:val="00246DB2"/>
    <w:rsid w:val="00253133"/>
    <w:rsid w:val="00286256"/>
    <w:rsid w:val="00287980"/>
    <w:rsid w:val="002C55EF"/>
    <w:rsid w:val="002F06E3"/>
    <w:rsid w:val="003405B1"/>
    <w:rsid w:val="00356135"/>
    <w:rsid w:val="00356F4C"/>
    <w:rsid w:val="00397A26"/>
    <w:rsid w:val="003B2E18"/>
    <w:rsid w:val="003C2322"/>
    <w:rsid w:val="003F70EB"/>
    <w:rsid w:val="00440211"/>
    <w:rsid w:val="00447E5C"/>
    <w:rsid w:val="00450388"/>
    <w:rsid w:val="004A742F"/>
    <w:rsid w:val="004B412F"/>
    <w:rsid w:val="004C74A6"/>
    <w:rsid w:val="004D049E"/>
    <w:rsid w:val="004F01A1"/>
    <w:rsid w:val="00521C36"/>
    <w:rsid w:val="00524B4C"/>
    <w:rsid w:val="00544D11"/>
    <w:rsid w:val="005A5EA3"/>
    <w:rsid w:val="005C7581"/>
    <w:rsid w:val="00605D60"/>
    <w:rsid w:val="00617943"/>
    <w:rsid w:val="00624541"/>
    <w:rsid w:val="0063016C"/>
    <w:rsid w:val="00630796"/>
    <w:rsid w:val="00661078"/>
    <w:rsid w:val="006635E1"/>
    <w:rsid w:val="0069792F"/>
    <w:rsid w:val="006C2CAD"/>
    <w:rsid w:val="006F5993"/>
    <w:rsid w:val="0070000D"/>
    <w:rsid w:val="00702634"/>
    <w:rsid w:val="00717CB7"/>
    <w:rsid w:val="00746CA6"/>
    <w:rsid w:val="00751F5A"/>
    <w:rsid w:val="0079786A"/>
    <w:rsid w:val="007C1048"/>
    <w:rsid w:val="007F04CA"/>
    <w:rsid w:val="008270A6"/>
    <w:rsid w:val="00853F6A"/>
    <w:rsid w:val="008A0FDD"/>
    <w:rsid w:val="008B61FB"/>
    <w:rsid w:val="008C6B1D"/>
    <w:rsid w:val="008D5F7B"/>
    <w:rsid w:val="008E731A"/>
    <w:rsid w:val="009216CA"/>
    <w:rsid w:val="009256F4"/>
    <w:rsid w:val="009474A7"/>
    <w:rsid w:val="009B579E"/>
    <w:rsid w:val="009D1B50"/>
    <w:rsid w:val="00A71A1F"/>
    <w:rsid w:val="00A827D0"/>
    <w:rsid w:val="00A87BB2"/>
    <w:rsid w:val="00AA782C"/>
    <w:rsid w:val="00AB7E01"/>
    <w:rsid w:val="00AC2309"/>
    <w:rsid w:val="00AD6F54"/>
    <w:rsid w:val="00B17538"/>
    <w:rsid w:val="00B37D30"/>
    <w:rsid w:val="00B50BFB"/>
    <w:rsid w:val="00BC28B1"/>
    <w:rsid w:val="00BF4F70"/>
    <w:rsid w:val="00BF6898"/>
    <w:rsid w:val="00C35641"/>
    <w:rsid w:val="00C424D5"/>
    <w:rsid w:val="00C70C81"/>
    <w:rsid w:val="00C75E5C"/>
    <w:rsid w:val="00CB50B7"/>
    <w:rsid w:val="00CC282A"/>
    <w:rsid w:val="00D17AAC"/>
    <w:rsid w:val="00D3379B"/>
    <w:rsid w:val="00D41C8A"/>
    <w:rsid w:val="00D4209B"/>
    <w:rsid w:val="00D70C3B"/>
    <w:rsid w:val="00DB7DBF"/>
    <w:rsid w:val="00DD0E8B"/>
    <w:rsid w:val="00DE2B4A"/>
    <w:rsid w:val="00EA6DCD"/>
    <w:rsid w:val="00F2257E"/>
    <w:rsid w:val="00F25228"/>
    <w:rsid w:val="00F42395"/>
    <w:rsid w:val="00F53D92"/>
    <w:rsid w:val="00FC4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7E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1C10E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10E5"/>
    <w:rPr>
      <w:rFonts w:ascii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99"/>
    <w:rsid w:val="00CB50B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50B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50B7"/>
    <w:rPr>
      <w:rFonts w:cs="Times New Roman"/>
    </w:rPr>
  </w:style>
  <w:style w:type="paragraph" w:styleId="ListParagraph">
    <w:name w:val="List Paragraph"/>
    <w:basedOn w:val="Normal"/>
    <w:uiPriority w:val="99"/>
    <w:qFormat/>
    <w:rsid w:val="004D049E"/>
    <w:pPr>
      <w:ind w:left="720"/>
      <w:contextualSpacing/>
    </w:pPr>
  </w:style>
  <w:style w:type="paragraph" w:styleId="NormalWeb">
    <w:name w:val="Normal (Web)"/>
    <w:basedOn w:val="Normal"/>
    <w:uiPriority w:val="99"/>
    <w:rsid w:val="00AA7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AA782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69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1057</TotalTime>
  <Pages>1</Pages>
  <Words>120</Words>
  <Characters>687</Characters>
  <Application>Microsoft Office Outlook</Application>
  <DocSecurity>0</DocSecurity>
  <Lines>0</Lines>
  <Paragraphs>0</Paragraphs>
  <ScaleCrop>false</ScaleCrop>
  <Company>OB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User</cp:lastModifiedBy>
  <cp:revision>32</cp:revision>
  <cp:lastPrinted>2017-02-23T05:34:00Z</cp:lastPrinted>
  <dcterms:created xsi:type="dcterms:W3CDTF">2017-01-30T03:39:00Z</dcterms:created>
  <dcterms:modified xsi:type="dcterms:W3CDTF">2017-05-04T08:27:00Z</dcterms:modified>
</cp:coreProperties>
</file>