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EF6" w:rsidRPr="0063016C" w:rsidRDefault="001A7EF6" w:rsidP="00CB50B7">
      <w:pPr>
        <w:jc w:val="right"/>
        <w:rPr>
          <w:b/>
          <w:sz w:val="20"/>
          <w:szCs w:val="20"/>
        </w:rPr>
      </w:pPr>
      <w:r w:rsidRPr="0063016C">
        <w:rPr>
          <w:b/>
          <w:sz w:val="20"/>
          <w:szCs w:val="20"/>
        </w:rPr>
        <w:t>Приложение 1</w:t>
      </w:r>
    </w:p>
    <w:tbl>
      <w:tblPr>
        <w:tblW w:w="1554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8"/>
        <w:gridCol w:w="3104"/>
        <w:gridCol w:w="567"/>
        <w:gridCol w:w="3544"/>
        <w:gridCol w:w="709"/>
        <w:gridCol w:w="1275"/>
        <w:gridCol w:w="1276"/>
        <w:gridCol w:w="2126"/>
        <w:gridCol w:w="2127"/>
      </w:tblGrid>
      <w:tr w:rsidR="001A7EF6" w:rsidRPr="00D70C3B" w:rsidTr="00DD0E8B">
        <w:trPr>
          <w:trHeight w:val="626"/>
        </w:trPr>
        <w:tc>
          <w:tcPr>
            <w:tcW w:w="818" w:type="dxa"/>
          </w:tcPr>
          <w:p w:rsidR="001A7EF6" w:rsidRPr="00D70C3B" w:rsidRDefault="001A7EF6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  <w:lang w:val="kk-KZ"/>
              </w:rPr>
              <w:t xml:space="preserve">№ </w:t>
            </w:r>
          </w:p>
          <w:p w:rsidR="001A7EF6" w:rsidRPr="00D70C3B" w:rsidRDefault="001A7EF6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04" w:type="dxa"/>
          </w:tcPr>
          <w:p w:rsidR="001A7EF6" w:rsidRPr="00D70C3B" w:rsidRDefault="001A7EF6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МНН</w:t>
            </w:r>
          </w:p>
        </w:tc>
        <w:tc>
          <w:tcPr>
            <w:tcW w:w="567" w:type="dxa"/>
          </w:tcPr>
          <w:p w:rsidR="001A7EF6" w:rsidRPr="00D70C3B" w:rsidRDefault="001A7EF6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Ед. изм</w:t>
            </w:r>
          </w:p>
        </w:tc>
        <w:tc>
          <w:tcPr>
            <w:tcW w:w="3544" w:type="dxa"/>
          </w:tcPr>
          <w:p w:rsidR="001A7EF6" w:rsidRPr="00D70C3B" w:rsidRDefault="001A7EF6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709" w:type="dxa"/>
          </w:tcPr>
          <w:p w:rsidR="001A7EF6" w:rsidRPr="00D70C3B" w:rsidRDefault="001A7EF6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Кол-во</w:t>
            </w:r>
          </w:p>
        </w:tc>
        <w:tc>
          <w:tcPr>
            <w:tcW w:w="1275" w:type="dxa"/>
          </w:tcPr>
          <w:p w:rsidR="001A7EF6" w:rsidRPr="00D70C3B" w:rsidRDefault="001A7EF6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Цена</w:t>
            </w:r>
          </w:p>
        </w:tc>
        <w:tc>
          <w:tcPr>
            <w:tcW w:w="1276" w:type="dxa"/>
          </w:tcPr>
          <w:p w:rsidR="001A7EF6" w:rsidRPr="00D70C3B" w:rsidRDefault="001A7EF6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Сумма</w:t>
            </w:r>
          </w:p>
        </w:tc>
        <w:tc>
          <w:tcPr>
            <w:tcW w:w="2126" w:type="dxa"/>
          </w:tcPr>
          <w:p w:rsidR="001A7EF6" w:rsidRPr="00D70C3B" w:rsidRDefault="001A7EF6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Срок поставки</w:t>
            </w:r>
          </w:p>
        </w:tc>
        <w:tc>
          <w:tcPr>
            <w:tcW w:w="2127" w:type="dxa"/>
          </w:tcPr>
          <w:p w:rsidR="001A7EF6" w:rsidRPr="00D70C3B" w:rsidRDefault="001A7EF6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Место поставки</w:t>
            </w:r>
          </w:p>
        </w:tc>
      </w:tr>
      <w:tr w:rsidR="001A7EF6" w:rsidRPr="00D70C3B" w:rsidTr="00AA73F0">
        <w:tc>
          <w:tcPr>
            <w:tcW w:w="818" w:type="dxa"/>
          </w:tcPr>
          <w:p w:rsidR="001A7EF6" w:rsidRPr="00A71A1F" w:rsidRDefault="001A7EF6" w:rsidP="00AA73F0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1A7EF6" w:rsidRPr="007966CD" w:rsidRDefault="001A7EF6" w:rsidP="00AA73F0">
            <w:pPr>
              <w:rPr>
                <w:b/>
              </w:rPr>
            </w:pPr>
            <w:r>
              <w:t>Ортоксилол (Ксилол)</w:t>
            </w:r>
          </w:p>
        </w:tc>
        <w:tc>
          <w:tcPr>
            <w:tcW w:w="567" w:type="dxa"/>
          </w:tcPr>
          <w:p w:rsidR="001A7EF6" w:rsidRPr="00D70C3B" w:rsidRDefault="001A7EF6" w:rsidP="00AA73F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1A7EF6" w:rsidRPr="00C70C81" w:rsidRDefault="001A7EF6" w:rsidP="00AA73F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Для химическмх исследований</w:t>
            </w:r>
          </w:p>
        </w:tc>
        <w:tc>
          <w:tcPr>
            <w:tcW w:w="709" w:type="dxa"/>
          </w:tcPr>
          <w:p w:rsidR="001A7EF6" w:rsidRPr="00D70C3B" w:rsidRDefault="001A7EF6" w:rsidP="00AA73F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1A7EF6" w:rsidRPr="00D70C3B" w:rsidRDefault="001A7EF6" w:rsidP="00AA73F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3500</w:t>
            </w:r>
          </w:p>
        </w:tc>
        <w:tc>
          <w:tcPr>
            <w:tcW w:w="1276" w:type="dxa"/>
          </w:tcPr>
          <w:p w:rsidR="001A7EF6" w:rsidRPr="00D70C3B" w:rsidRDefault="001A7EF6" w:rsidP="00AA73F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10500</w:t>
            </w:r>
          </w:p>
        </w:tc>
        <w:tc>
          <w:tcPr>
            <w:tcW w:w="2126" w:type="dxa"/>
          </w:tcPr>
          <w:p w:rsidR="001A7EF6" w:rsidRPr="00D70C3B" w:rsidRDefault="001A7EF6" w:rsidP="00AA73F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1A7EF6" w:rsidRPr="00D70C3B" w:rsidRDefault="001A7EF6" w:rsidP="00AA73F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1A7EF6" w:rsidRPr="00D70C3B" w:rsidTr="00DD0E8B">
        <w:tc>
          <w:tcPr>
            <w:tcW w:w="818" w:type="dxa"/>
          </w:tcPr>
          <w:p w:rsidR="001A7EF6" w:rsidRPr="00A71A1F" w:rsidRDefault="001A7EF6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1A7EF6" w:rsidRPr="007966CD" w:rsidRDefault="001A7EF6" w:rsidP="00AC2309">
            <w:r>
              <w:t>Стекло предметное с полем для записи</w:t>
            </w:r>
          </w:p>
        </w:tc>
        <w:tc>
          <w:tcPr>
            <w:tcW w:w="567" w:type="dxa"/>
          </w:tcPr>
          <w:p w:rsidR="001A7EF6" w:rsidRDefault="001A7EF6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уп</w:t>
            </w:r>
          </w:p>
        </w:tc>
        <w:tc>
          <w:tcPr>
            <w:tcW w:w="3544" w:type="dxa"/>
          </w:tcPr>
          <w:p w:rsidR="001A7EF6" w:rsidRPr="00C70C81" w:rsidRDefault="001A7EF6" w:rsidP="0099647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Для химическмх исследований</w:t>
            </w:r>
          </w:p>
        </w:tc>
        <w:tc>
          <w:tcPr>
            <w:tcW w:w="709" w:type="dxa"/>
          </w:tcPr>
          <w:p w:rsidR="001A7EF6" w:rsidRDefault="001A7EF6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:rsidR="001A7EF6" w:rsidRPr="00B92A0F" w:rsidRDefault="001A7EF6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1A7EF6" w:rsidRPr="00B92A0F" w:rsidRDefault="001A7EF6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32000</w:t>
            </w:r>
          </w:p>
        </w:tc>
        <w:tc>
          <w:tcPr>
            <w:tcW w:w="2126" w:type="dxa"/>
          </w:tcPr>
          <w:p w:rsidR="001A7EF6" w:rsidRPr="00D70C3B" w:rsidRDefault="001A7EF6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1A7EF6" w:rsidRPr="00D70C3B" w:rsidRDefault="001A7EF6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1A7EF6" w:rsidRPr="00D70C3B" w:rsidTr="00DD0E8B">
        <w:tc>
          <w:tcPr>
            <w:tcW w:w="818" w:type="dxa"/>
          </w:tcPr>
          <w:p w:rsidR="001A7EF6" w:rsidRPr="00A71A1F" w:rsidRDefault="001A7EF6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1A7EF6" w:rsidRPr="007966CD" w:rsidRDefault="001A7EF6" w:rsidP="00AC2309">
            <w:r>
              <w:t>Стекло предметное со шлифованными краями №50</w:t>
            </w:r>
          </w:p>
        </w:tc>
        <w:tc>
          <w:tcPr>
            <w:tcW w:w="567" w:type="dxa"/>
          </w:tcPr>
          <w:p w:rsidR="001A7EF6" w:rsidRDefault="001A7EF6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уп</w:t>
            </w:r>
          </w:p>
        </w:tc>
        <w:tc>
          <w:tcPr>
            <w:tcW w:w="3544" w:type="dxa"/>
          </w:tcPr>
          <w:p w:rsidR="001A7EF6" w:rsidRPr="00C70C81" w:rsidRDefault="001A7EF6" w:rsidP="0099647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Для химическмх исследований</w:t>
            </w:r>
          </w:p>
        </w:tc>
        <w:tc>
          <w:tcPr>
            <w:tcW w:w="709" w:type="dxa"/>
          </w:tcPr>
          <w:p w:rsidR="001A7EF6" w:rsidRPr="00B92A0F" w:rsidRDefault="001A7EF6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:rsidR="001A7EF6" w:rsidRPr="00B92A0F" w:rsidRDefault="001A7EF6" w:rsidP="00276B5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1A7EF6" w:rsidRPr="00B92A0F" w:rsidRDefault="001A7EF6" w:rsidP="00276B5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32000</w:t>
            </w:r>
          </w:p>
        </w:tc>
        <w:tc>
          <w:tcPr>
            <w:tcW w:w="2126" w:type="dxa"/>
          </w:tcPr>
          <w:p w:rsidR="001A7EF6" w:rsidRPr="00D70C3B" w:rsidRDefault="001A7EF6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1A7EF6" w:rsidRPr="00D70C3B" w:rsidRDefault="001A7EF6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1A7EF6" w:rsidRPr="00D70C3B" w:rsidTr="00DD0E8B">
        <w:tc>
          <w:tcPr>
            <w:tcW w:w="818" w:type="dxa"/>
          </w:tcPr>
          <w:p w:rsidR="001A7EF6" w:rsidRPr="00A71A1F" w:rsidRDefault="001A7EF6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1A7EF6" w:rsidRPr="003F3FFD" w:rsidRDefault="001A7EF6" w:rsidP="00AC2309">
            <w:r>
              <w:t>Вазофикс Церто (ПУР) 20</w:t>
            </w:r>
            <w:r w:rsidRPr="003F3FFD">
              <w:t>G</w:t>
            </w:r>
            <w:r>
              <w:t xml:space="preserve"> (Перфузер)</w:t>
            </w:r>
          </w:p>
        </w:tc>
        <w:tc>
          <w:tcPr>
            <w:tcW w:w="567" w:type="dxa"/>
          </w:tcPr>
          <w:p w:rsidR="001A7EF6" w:rsidRDefault="001A7EF6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1A7EF6" w:rsidRDefault="001A7EF6" w:rsidP="00AC2309">
            <w:r>
              <w:t>Для трансфузии растворов</w:t>
            </w:r>
          </w:p>
        </w:tc>
        <w:tc>
          <w:tcPr>
            <w:tcW w:w="709" w:type="dxa"/>
          </w:tcPr>
          <w:p w:rsidR="001A7EF6" w:rsidRDefault="001A7EF6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1A7EF6" w:rsidRDefault="001A7EF6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260</w:t>
            </w:r>
          </w:p>
        </w:tc>
        <w:tc>
          <w:tcPr>
            <w:tcW w:w="1276" w:type="dxa"/>
          </w:tcPr>
          <w:p w:rsidR="001A7EF6" w:rsidRDefault="001A7EF6" w:rsidP="00AC230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130000</w:t>
            </w:r>
          </w:p>
        </w:tc>
        <w:tc>
          <w:tcPr>
            <w:tcW w:w="2126" w:type="dxa"/>
          </w:tcPr>
          <w:p w:rsidR="001A7EF6" w:rsidRPr="00D70C3B" w:rsidRDefault="001A7EF6" w:rsidP="00EC1BC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1A7EF6" w:rsidRPr="00D70C3B" w:rsidRDefault="001A7EF6" w:rsidP="00EC1BC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1A7EF6" w:rsidRPr="00D70C3B" w:rsidTr="00DD0E8B">
        <w:tc>
          <w:tcPr>
            <w:tcW w:w="818" w:type="dxa"/>
          </w:tcPr>
          <w:p w:rsidR="001A7EF6" w:rsidRPr="00A71A1F" w:rsidRDefault="001A7EF6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1A7EF6" w:rsidRPr="003F3FFD" w:rsidRDefault="001A7EF6" w:rsidP="00F53D92">
            <w:r>
              <w:t>Вазофикс Церто (ПУР) 18</w:t>
            </w:r>
            <w:r w:rsidRPr="003F3FFD">
              <w:t>G</w:t>
            </w:r>
            <w:r>
              <w:t xml:space="preserve"> (Перфузер)</w:t>
            </w:r>
          </w:p>
        </w:tc>
        <w:tc>
          <w:tcPr>
            <w:tcW w:w="567" w:type="dxa"/>
          </w:tcPr>
          <w:p w:rsidR="001A7EF6" w:rsidRDefault="001A7EF6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1A7EF6" w:rsidRDefault="001A7EF6" w:rsidP="00AC2309">
            <w:r>
              <w:t>Для трансфузии растворов</w:t>
            </w:r>
          </w:p>
        </w:tc>
        <w:tc>
          <w:tcPr>
            <w:tcW w:w="709" w:type="dxa"/>
          </w:tcPr>
          <w:p w:rsidR="001A7EF6" w:rsidRDefault="001A7EF6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1A7EF6" w:rsidRDefault="001A7EF6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260</w:t>
            </w:r>
          </w:p>
        </w:tc>
        <w:tc>
          <w:tcPr>
            <w:tcW w:w="1276" w:type="dxa"/>
          </w:tcPr>
          <w:p w:rsidR="001A7EF6" w:rsidRDefault="001A7EF6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130000</w:t>
            </w:r>
          </w:p>
        </w:tc>
        <w:tc>
          <w:tcPr>
            <w:tcW w:w="2126" w:type="dxa"/>
          </w:tcPr>
          <w:p w:rsidR="001A7EF6" w:rsidRPr="00D70C3B" w:rsidRDefault="001A7EF6" w:rsidP="00EC1BC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1A7EF6" w:rsidRPr="00D70C3B" w:rsidRDefault="001A7EF6" w:rsidP="00EC1BC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1A7EF6" w:rsidRPr="00D70C3B" w:rsidTr="00DD0E8B">
        <w:tc>
          <w:tcPr>
            <w:tcW w:w="818" w:type="dxa"/>
          </w:tcPr>
          <w:p w:rsidR="001A7EF6" w:rsidRPr="00A71A1F" w:rsidRDefault="001A7EF6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1A7EF6" w:rsidRDefault="001A7EF6" w:rsidP="00F53D92">
            <w:r>
              <w:t>Мочеприемник прикроватный 1000мл</w:t>
            </w:r>
          </w:p>
        </w:tc>
        <w:tc>
          <w:tcPr>
            <w:tcW w:w="567" w:type="dxa"/>
          </w:tcPr>
          <w:p w:rsidR="001A7EF6" w:rsidRDefault="001A7EF6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1A7EF6" w:rsidRDefault="001A7EF6" w:rsidP="00AC2309">
            <w:r>
              <w:t>Для приема мочи</w:t>
            </w:r>
          </w:p>
        </w:tc>
        <w:tc>
          <w:tcPr>
            <w:tcW w:w="709" w:type="dxa"/>
          </w:tcPr>
          <w:p w:rsidR="001A7EF6" w:rsidRDefault="001A7EF6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275" w:type="dxa"/>
          </w:tcPr>
          <w:p w:rsidR="001A7EF6" w:rsidRDefault="001A7EF6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250</w:t>
            </w:r>
          </w:p>
        </w:tc>
        <w:tc>
          <w:tcPr>
            <w:tcW w:w="1276" w:type="dxa"/>
          </w:tcPr>
          <w:p w:rsidR="001A7EF6" w:rsidRDefault="001A7EF6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12500</w:t>
            </w:r>
          </w:p>
        </w:tc>
        <w:tc>
          <w:tcPr>
            <w:tcW w:w="2126" w:type="dxa"/>
          </w:tcPr>
          <w:p w:rsidR="001A7EF6" w:rsidRPr="00D70C3B" w:rsidRDefault="001A7EF6" w:rsidP="00EC1BC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1A7EF6" w:rsidRPr="00D70C3B" w:rsidRDefault="001A7EF6" w:rsidP="00EC1BC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1A7EF6" w:rsidRPr="00D70C3B" w:rsidTr="00DD0E8B">
        <w:tc>
          <w:tcPr>
            <w:tcW w:w="818" w:type="dxa"/>
          </w:tcPr>
          <w:p w:rsidR="001A7EF6" w:rsidRPr="00A71A1F" w:rsidRDefault="001A7EF6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1A7EF6" w:rsidRDefault="001A7EF6" w:rsidP="00F53D92">
            <w:r>
              <w:t>Зажим пупочный</w:t>
            </w:r>
          </w:p>
        </w:tc>
        <w:tc>
          <w:tcPr>
            <w:tcW w:w="567" w:type="dxa"/>
          </w:tcPr>
          <w:p w:rsidR="001A7EF6" w:rsidRDefault="001A7EF6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1A7EF6" w:rsidRDefault="001A7EF6" w:rsidP="00AC2309">
            <w:r>
              <w:t>Для пуповины</w:t>
            </w:r>
          </w:p>
        </w:tc>
        <w:tc>
          <w:tcPr>
            <w:tcW w:w="709" w:type="dxa"/>
          </w:tcPr>
          <w:p w:rsidR="001A7EF6" w:rsidRDefault="001A7EF6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1A7EF6" w:rsidRDefault="001A7EF6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250</w:t>
            </w:r>
          </w:p>
        </w:tc>
        <w:tc>
          <w:tcPr>
            <w:tcW w:w="1276" w:type="dxa"/>
          </w:tcPr>
          <w:p w:rsidR="001A7EF6" w:rsidRDefault="001A7EF6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50000</w:t>
            </w:r>
          </w:p>
        </w:tc>
        <w:tc>
          <w:tcPr>
            <w:tcW w:w="2126" w:type="dxa"/>
          </w:tcPr>
          <w:p w:rsidR="001A7EF6" w:rsidRPr="00D70C3B" w:rsidRDefault="001A7EF6" w:rsidP="00EC1BC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1A7EF6" w:rsidRPr="00D70C3B" w:rsidRDefault="001A7EF6" w:rsidP="00EC1BC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1A7EF6" w:rsidRPr="00D70C3B" w:rsidTr="00DD0E8B">
        <w:tc>
          <w:tcPr>
            <w:tcW w:w="818" w:type="dxa"/>
          </w:tcPr>
          <w:p w:rsidR="001A7EF6" w:rsidRPr="00A71A1F" w:rsidRDefault="001A7EF6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1A7EF6" w:rsidRDefault="001A7EF6" w:rsidP="00F53D92">
            <w:r>
              <w:t>Мазь тетрациклиновая 1% -1,0 для глаз</w:t>
            </w:r>
          </w:p>
        </w:tc>
        <w:tc>
          <w:tcPr>
            <w:tcW w:w="567" w:type="dxa"/>
          </w:tcPr>
          <w:p w:rsidR="001A7EF6" w:rsidRDefault="001A7EF6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1A7EF6" w:rsidRDefault="001A7EF6" w:rsidP="00AC2309">
            <w:r>
              <w:t>Для новорожденных</w:t>
            </w:r>
          </w:p>
        </w:tc>
        <w:tc>
          <w:tcPr>
            <w:tcW w:w="709" w:type="dxa"/>
          </w:tcPr>
          <w:p w:rsidR="001A7EF6" w:rsidRDefault="001A7EF6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1A7EF6" w:rsidRDefault="001A7EF6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:rsidR="001A7EF6" w:rsidRDefault="001A7EF6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4000</w:t>
            </w:r>
          </w:p>
        </w:tc>
        <w:tc>
          <w:tcPr>
            <w:tcW w:w="2126" w:type="dxa"/>
          </w:tcPr>
          <w:p w:rsidR="001A7EF6" w:rsidRPr="00D70C3B" w:rsidRDefault="001A7EF6" w:rsidP="00EC1BC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1A7EF6" w:rsidRPr="00D70C3B" w:rsidRDefault="001A7EF6" w:rsidP="00EC1BC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1A7EF6" w:rsidRPr="00D70C3B" w:rsidTr="00DD0E8B">
        <w:tc>
          <w:tcPr>
            <w:tcW w:w="818" w:type="dxa"/>
          </w:tcPr>
          <w:p w:rsidR="001A7EF6" w:rsidRPr="00A71A1F" w:rsidRDefault="001A7EF6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1A7EF6" w:rsidRDefault="001A7EF6" w:rsidP="00F53D92"/>
        </w:tc>
        <w:tc>
          <w:tcPr>
            <w:tcW w:w="567" w:type="dxa"/>
          </w:tcPr>
          <w:p w:rsidR="001A7EF6" w:rsidRDefault="001A7EF6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:rsidR="001A7EF6" w:rsidRDefault="001A7EF6" w:rsidP="00AC2309"/>
        </w:tc>
        <w:tc>
          <w:tcPr>
            <w:tcW w:w="709" w:type="dxa"/>
          </w:tcPr>
          <w:p w:rsidR="001A7EF6" w:rsidRDefault="001A7EF6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7EF6" w:rsidRDefault="001A7EF6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A7EF6" w:rsidRDefault="001A7EF6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1A7EF6" w:rsidRPr="00D70C3B" w:rsidRDefault="001A7EF6" w:rsidP="00EC1BC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1A7EF6" w:rsidRPr="00D70C3B" w:rsidRDefault="001A7EF6" w:rsidP="00EC1BC1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</w:tbl>
    <w:p w:rsidR="001A7EF6" w:rsidRPr="0063016C" w:rsidRDefault="001A7EF6" w:rsidP="003C2322">
      <w:pPr>
        <w:tabs>
          <w:tab w:val="left" w:pos="10348"/>
        </w:tabs>
        <w:jc w:val="right"/>
        <w:rPr>
          <w:sz w:val="20"/>
          <w:szCs w:val="20"/>
        </w:rPr>
      </w:pPr>
    </w:p>
    <w:sectPr w:rsidR="001A7EF6" w:rsidRPr="0063016C" w:rsidSect="00A71A1F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EF6" w:rsidRDefault="001A7EF6" w:rsidP="00CB50B7">
      <w:pPr>
        <w:spacing w:after="0" w:line="240" w:lineRule="auto"/>
      </w:pPr>
      <w:r>
        <w:separator/>
      </w:r>
    </w:p>
  </w:endnote>
  <w:endnote w:type="continuationSeparator" w:id="0">
    <w:p w:rsidR="001A7EF6" w:rsidRDefault="001A7EF6" w:rsidP="00CB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EF6" w:rsidRDefault="001A7EF6" w:rsidP="00CB50B7">
      <w:pPr>
        <w:spacing w:after="0" w:line="240" w:lineRule="auto"/>
      </w:pPr>
      <w:r>
        <w:separator/>
      </w:r>
    </w:p>
  </w:footnote>
  <w:footnote w:type="continuationSeparator" w:id="0">
    <w:p w:rsidR="001A7EF6" w:rsidRDefault="001A7EF6" w:rsidP="00CB5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CE4C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F02E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78EE9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90ECC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BA881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1E82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FADC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D411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80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A069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6E4AEF"/>
    <w:multiLevelType w:val="hybridMultilevel"/>
    <w:tmpl w:val="CD62D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89A2B57"/>
    <w:multiLevelType w:val="multilevel"/>
    <w:tmpl w:val="E86E5F4A"/>
    <w:lvl w:ilvl="0">
      <w:start w:val="1"/>
      <w:numFmt w:val="bullet"/>
      <w:lvlText w:val=""/>
      <w:lvlJc w:val="left"/>
      <w:pPr>
        <w:tabs>
          <w:tab w:val="num" w:pos="751"/>
        </w:tabs>
        <w:ind w:left="751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35B48E6"/>
    <w:multiLevelType w:val="hybridMultilevel"/>
    <w:tmpl w:val="C5E0A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95D1593"/>
    <w:multiLevelType w:val="hybridMultilevel"/>
    <w:tmpl w:val="AAAAC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833808"/>
    <w:multiLevelType w:val="hybridMultilevel"/>
    <w:tmpl w:val="71A06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7728B4"/>
    <w:multiLevelType w:val="hybridMultilevel"/>
    <w:tmpl w:val="CEE482C2"/>
    <w:lvl w:ilvl="0" w:tplc="A48898E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0B7"/>
    <w:rsid w:val="000063C3"/>
    <w:rsid w:val="000219A9"/>
    <w:rsid w:val="00044014"/>
    <w:rsid w:val="00064DFC"/>
    <w:rsid w:val="0006729E"/>
    <w:rsid w:val="000B3055"/>
    <w:rsid w:val="000B7CDA"/>
    <w:rsid w:val="000E1BA5"/>
    <w:rsid w:val="000F5701"/>
    <w:rsid w:val="000F6E0D"/>
    <w:rsid w:val="00126386"/>
    <w:rsid w:val="001276F0"/>
    <w:rsid w:val="00192320"/>
    <w:rsid w:val="001A7C97"/>
    <w:rsid w:val="001A7EF6"/>
    <w:rsid w:val="001C10E5"/>
    <w:rsid w:val="001F6D72"/>
    <w:rsid w:val="00234BAE"/>
    <w:rsid w:val="00246DB2"/>
    <w:rsid w:val="00253133"/>
    <w:rsid w:val="00276B52"/>
    <w:rsid w:val="00286256"/>
    <w:rsid w:val="00287980"/>
    <w:rsid w:val="002C55EF"/>
    <w:rsid w:val="002F06E3"/>
    <w:rsid w:val="003405B1"/>
    <w:rsid w:val="00355E7B"/>
    <w:rsid w:val="00356135"/>
    <w:rsid w:val="00356F4C"/>
    <w:rsid w:val="00397A26"/>
    <w:rsid w:val="003B2E18"/>
    <w:rsid w:val="003C2322"/>
    <w:rsid w:val="003F3FFD"/>
    <w:rsid w:val="003F70EB"/>
    <w:rsid w:val="0042099A"/>
    <w:rsid w:val="00440211"/>
    <w:rsid w:val="00447E5C"/>
    <w:rsid w:val="00450388"/>
    <w:rsid w:val="004A742F"/>
    <w:rsid w:val="004B2451"/>
    <w:rsid w:val="004B412F"/>
    <w:rsid w:val="004C74A6"/>
    <w:rsid w:val="004D049E"/>
    <w:rsid w:val="004F01A1"/>
    <w:rsid w:val="00512F6D"/>
    <w:rsid w:val="00521C36"/>
    <w:rsid w:val="00524B4C"/>
    <w:rsid w:val="005304F9"/>
    <w:rsid w:val="00544D11"/>
    <w:rsid w:val="005A2937"/>
    <w:rsid w:val="005A5EA3"/>
    <w:rsid w:val="005C7581"/>
    <w:rsid w:val="00605D60"/>
    <w:rsid w:val="00617943"/>
    <w:rsid w:val="00624541"/>
    <w:rsid w:val="0063016C"/>
    <w:rsid w:val="00630796"/>
    <w:rsid w:val="00661078"/>
    <w:rsid w:val="006635E1"/>
    <w:rsid w:val="0069792F"/>
    <w:rsid w:val="006C2CAD"/>
    <w:rsid w:val="006F5993"/>
    <w:rsid w:val="0070000D"/>
    <w:rsid w:val="00702634"/>
    <w:rsid w:val="00717CB7"/>
    <w:rsid w:val="00746CA6"/>
    <w:rsid w:val="00751F5A"/>
    <w:rsid w:val="007966CD"/>
    <w:rsid w:val="0079786A"/>
    <w:rsid w:val="007B3C8A"/>
    <w:rsid w:val="007C1048"/>
    <w:rsid w:val="007F04CA"/>
    <w:rsid w:val="008270A6"/>
    <w:rsid w:val="00853F6A"/>
    <w:rsid w:val="008A0FDD"/>
    <w:rsid w:val="008B61FB"/>
    <w:rsid w:val="008C6B1D"/>
    <w:rsid w:val="008D5F7B"/>
    <w:rsid w:val="008E731A"/>
    <w:rsid w:val="009216CA"/>
    <w:rsid w:val="009256F4"/>
    <w:rsid w:val="009474A7"/>
    <w:rsid w:val="00996477"/>
    <w:rsid w:val="009B579E"/>
    <w:rsid w:val="009D1B50"/>
    <w:rsid w:val="00A71A1F"/>
    <w:rsid w:val="00A827D0"/>
    <w:rsid w:val="00A87BB2"/>
    <w:rsid w:val="00A936A1"/>
    <w:rsid w:val="00AA73F0"/>
    <w:rsid w:val="00AA782C"/>
    <w:rsid w:val="00AB7E01"/>
    <w:rsid w:val="00AC2309"/>
    <w:rsid w:val="00AD6F54"/>
    <w:rsid w:val="00B17538"/>
    <w:rsid w:val="00B370A0"/>
    <w:rsid w:val="00B37D30"/>
    <w:rsid w:val="00B431E9"/>
    <w:rsid w:val="00B50BFB"/>
    <w:rsid w:val="00B55899"/>
    <w:rsid w:val="00B92A0F"/>
    <w:rsid w:val="00BC28B1"/>
    <w:rsid w:val="00BF4F70"/>
    <w:rsid w:val="00BF6898"/>
    <w:rsid w:val="00C06FBE"/>
    <w:rsid w:val="00C13F58"/>
    <w:rsid w:val="00C35641"/>
    <w:rsid w:val="00C424D5"/>
    <w:rsid w:val="00C70C81"/>
    <w:rsid w:val="00C75E5C"/>
    <w:rsid w:val="00CB50B7"/>
    <w:rsid w:val="00CC282A"/>
    <w:rsid w:val="00D17AAC"/>
    <w:rsid w:val="00D3379B"/>
    <w:rsid w:val="00D41C8A"/>
    <w:rsid w:val="00D4209B"/>
    <w:rsid w:val="00D70C3B"/>
    <w:rsid w:val="00DB7DBF"/>
    <w:rsid w:val="00DD0E8B"/>
    <w:rsid w:val="00DE2B4A"/>
    <w:rsid w:val="00E93B7A"/>
    <w:rsid w:val="00EA6DCD"/>
    <w:rsid w:val="00EC1BC1"/>
    <w:rsid w:val="00F2257E"/>
    <w:rsid w:val="00F25228"/>
    <w:rsid w:val="00F42395"/>
    <w:rsid w:val="00F53D92"/>
    <w:rsid w:val="00FC4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7E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1C10E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10E5"/>
    <w:rPr>
      <w:rFonts w:ascii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99"/>
    <w:rsid w:val="00CB50B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50B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50B7"/>
    <w:rPr>
      <w:rFonts w:cs="Times New Roman"/>
    </w:rPr>
  </w:style>
  <w:style w:type="paragraph" w:styleId="ListParagraph">
    <w:name w:val="List Paragraph"/>
    <w:basedOn w:val="Normal"/>
    <w:uiPriority w:val="99"/>
    <w:qFormat/>
    <w:rsid w:val="004D049E"/>
    <w:pPr>
      <w:ind w:left="720"/>
      <w:contextualSpacing/>
    </w:pPr>
  </w:style>
  <w:style w:type="paragraph" w:styleId="NormalWeb">
    <w:name w:val="Normal (Web)"/>
    <w:basedOn w:val="Normal"/>
    <w:uiPriority w:val="99"/>
    <w:rsid w:val="00AA78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AA782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98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1148</TotalTime>
  <Pages>1</Pages>
  <Words>222</Words>
  <Characters>1269</Characters>
  <Application>Microsoft Office Outlook</Application>
  <DocSecurity>0</DocSecurity>
  <Lines>0</Lines>
  <Paragraphs>0</Paragraphs>
  <ScaleCrop>false</ScaleCrop>
  <Company>OB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User</cp:lastModifiedBy>
  <cp:revision>41</cp:revision>
  <cp:lastPrinted>2017-02-23T05:34:00Z</cp:lastPrinted>
  <dcterms:created xsi:type="dcterms:W3CDTF">2017-01-30T03:39:00Z</dcterms:created>
  <dcterms:modified xsi:type="dcterms:W3CDTF">2017-08-21T03:52:00Z</dcterms:modified>
</cp:coreProperties>
</file>