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70A0" w:rsidRPr="0063016C" w:rsidRDefault="00B370A0" w:rsidP="00CB50B7">
      <w:pPr>
        <w:jc w:val="right"/>
        <w:rPr>
          <w:b/>
          <w:sz w:val="20"/>
          <w:szCs w:val="20"/>
        </w:rPr>
      </w:pPr>
      <w:r w:rsidRPr="0063016C">
        <w:rPr>
          <w:b/>
          <w:sz w:val="20"/>
          <w:szCs w:val="20"/>
        </w:rPr>
        <w:t>Приложение 1</w:t>
      </w:r>
    </w:p>
    <w:tbl>
      <w:tblPr>
        <w:tblW w:w="15546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818"/>
        <w:gridCol w:w="3104"/>
        <w:gridCol w:w="567"/>
        <w:gridCol w:w="3544"/>
        <w:gridCol w:w="709"/>
        <w:gridCol w:w="1275"/>
        <w:gridCol w:w="1276"/>
        <w:gridCol w:w="2126"/>
        <w:gridCol w:w="2127"/>
      </w:tblGrid>
      <w:tr w:rsidR="00B370A0" w:rsidRPr="00D70C3B" w:rsidTr="00DD0E8B">
        <w:trPr>
          <w:trHeight w:val="626"/>
        </w:trPr>
        <w:tc>
          <w:tcPr>
            <w:tcW w:w="818" w:type="dxa"/>
          </w:tcPr>
          <w:p w:rsidR="00B370A0" w:rsidRPr="00D70C3B" w:rsidRDefault="00B370A0" w:rsidP="00D70C3B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D70C3B">
              <w:rPr>
                <w:rFonts w:cs="Arial"/>
                <w:b/>
                <w:sz w:val="20"/>
                <w:szCs w:val="20"/>
                <w:lang w:val="kk-KZ"/>
              </w:rPr>
              <w:t xml:space="preserve">№ </w:t>
            </w:r>
          </w:p>
          <w:p w:rsidR="00B370A0" w:rsidRPr="00D70C3B" w:rsidRDefault="00B370A0" w:rsidP="00D70C3B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3104" w:type="dxa"/>
          </w:tcPr>
          <w:p w:rsidR="00B370A0" w:rsidRPr="00D70C3B" w:rsidRDefault="00B370A0" w:rsidP="00D70C3B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D70C3B">
              <w:rPr>
                <w:rFonts w:cs="Arial"/>
                <w:b/>
                <w:sz w:val="20"/>
                <w:szCs w:val="20"/>
              </w:rPr>
              <w:t>МНН</w:t>
            </w:r>
          </w:p>
        </w:tc>
        <w:tc>
          <w:tcPr>
            <w:tcW w:w="567" w:type="dxa"/>
          </w:tcPr>
          <w:p w:rsidR="00B370A0" w:rsidRPr="00D70C3B" w:rsidRDefault="00B370A0" w:rsidP="00D70C3B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D70C3B">
              <w:rPr>
                <w:rFonts w:cs="Arial"/>
                <w:b/>
                <w:sz w:val="20"/>
                <w:szCs w:val="20"/>
              </w:rPr>
              <w:t>Ед. изм</w:t>
            </w:r>
          </w:p>
        </w:tc>
        <w:tc>
          <w:tcPr>
            <w:tcW w:w="3544" w:type="dxa"/>
          </w:tcPr>
          <w:p w:rsidR="00B370A0" w:rsidRPr="00D70C3B" w:rsidRDefault="00B370A0" w:rsidP="00D70C3B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D70C3B">
              <w:rPr>
                <w:rFonts w:cs="Arial"/>
                <w:b/>
                <w:sz w:val="20"/>
                <w:szCs w:val="20"/>
              </w:rPr>
              <w:t>Характеристика</w:t>
            </w:r>
          </w:p>
        </w:tc>
        <w:tc>
          <w:tcPr>
            <w:tcW w:w="709" w:type="dxa"/>
          </w:tcPr>
          <w:p w:rsidR="00B370A0" w:rsidRPr="00D70C3B" w:rsidRDefault="00B370A0" w:rsidP="00D70C3B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D70C3B">
              <w:rPr>
                <w:rFonts w:cs="Arial"/>
                <w:b/>
                <w:sz w:val="20"/>
                <w:szCs w:val="20"/>
              </w:rPr>
              <w:t>Кол-во</w:t>
            </w:r>
          </w:p>
        </w:tc>
        <w:tc>
          <w:tcPr>
            <w:tcW w:w="1275" w:type="dxa"/>
          </w:tcPr>
          <w:p w:rsidR="00B370A0" w:rsidRPr="00D70C3B" w:rsidRDefault="00B370A0" w:rsidP="00D70C3B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D70C3B">
              <w:rPr>
                <w:rFonts w:cs="Arial"/>
                <w:b/>
                <w:sz w:val="20"/>
                <w:szCs w:val="20"/>
              </w:rPr>
              <w:t>Цена</w:t>
            </w:r>
          </w:p>
        </w:tc>
        <w:tc>
          <w:tcPr>
            <w:tcW w:w="1276" w:type="dxa"/>
          </w:tcPr>
          <w:p w:rsidR="00B370A0" w:rsidRPr="00D70C3B" w:rsidRDefault="00B370A0" w:rsidP="00D70C3B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D70C3B">
              <w:rPr>
                <w:rFonts w:cs="Arial"/>
                <w:b/>
                <w:sz w:val="20"/>
                <w:szCs w:val="20"/>
              </w:rPr>
              <w:t>Сумма</w:t>
            </w:r>
          </w:p>
        </w:tc>
        <w:tc>
          <w:tcPr>
            <w:tcW w:w="2126" w:type="dxa"/>
          </w:tcPr>
          <w:p w:rsidR="00B370A0" w:rsidRPr="00D70C3B" w:rsidRDefault="00B370A0" w:rsidP="00D70C3B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D70C3B">
              <w:rPr>
                <w:rFonts w:cs="Arial"/>
                <w:b/>
                <w:sz w:val="20"/>
                <w:szCs w:val="20"/>
              </w:rPr>
              <w:t>Срок поставки</w:t>
            </w:r>
          </w:p>
        </w:tc>
        <w:tc>
          <w:tcPr>
            <w:tcW w:w="2127" w:type="dxa"/>
          </w:tcPr>
          <w:p w:rsidR="00B370A0" w:rsidRPr="00D70C3B" w:rsidRDefault="00B370A0" w:rsidP="00D70C3B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D70C3B">
              <w:rPr>
                <w:rFonts w:cs="Arial"/>
                <w:b/>
                <w:sz w:val="20"/>
                <w:szCs w:val="20"/>
              </w:rPr>
              <w:t>Место поставки</w:t>
            </w:r>
          </w:p>
        </w:tc>
      </w:tr>
      <w:tr w:rsidR="00B370A0" w:rsidRPr="00D70C3B" w:rsidTr="00AA73F0">
        <w:tc>
          <w:tcPr>
            <w:tcW w:w="818" w:type="dxa"/>
          </w:tcPr>
          <w:p w:rsidR="00B370A0" w:rsidRPr="00A71A1F" w:rsidRDefault="00B370A0" w:rsidP="00AA73F0">
            <w:pPr>
              <w:numPr>
                <w:ilvl w:val="0"/>
                <w:numId w:val="16"/>
              </w:numPr>
              <w:spacing w:after="0" w:line="240" w:lineRule="auto"/>
              <w:rPr>
                <w:rFonts w:cs="Arial"/>
              </w:rPr>
            </w:pPr>
          </w:p>
        </w:tc>
        <w:tc>
          <w:tcPr>
            <w:tcW w:w="3104" w:type="dxa"/>
          </w:tcPr>
          <w:p w:rsidR="00B370A0" w:rsidRPr="007966CD" w:rsidRDefault="00B370A0" w:rsidP="00AA73F0">
            <w:pPr>
              <w:rPr>
                <w:b/>
              </w:rPr>
            </w:pPr>
            <w:r>
              <w:t>Ортоксилол (Ксилол)</w:t>
            </w:r>
          </w:p>
        </w:tc>
        <w:tc>
          <w:tcPr>
            <w:tcW w:w="567" w:type="dxa"/>
          </w:tcPr>
          <w:p w:rsidR="00B370A0" w:rsidRPr="00D70C3B" w:rsidRDefault="00B370A0" w:rsidP="00AA73F0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шт</w:t>
            </w:r>
          </w:p>
        </w:tc>
        <w:tc>
          <w:tcPr>
            <w:tcW w:w="3544" w:type="dxa"/>
          </w:tcPr>
          <w:p w:rsidR="00B370A0" w:rsidRPr="00C70C81" w:rsidRDefault="00B370A0" w:rsidP="00AA73F0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  <w:t>Для химическмх исследований</w:t>
            </w:r>
          </w:p>
        </w:tc>
        <w:tc>
          <w:tcPr>
            <w:tcW w:w="709" w:type="dxa"/>
          </w:tcPr>
          <w:p w:rsidR="00B370A0" w:rsidRPr="00D70C3B" w:rsidRDefault="00B370A0" w:rsidP="00AA73F0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1275" w:type="dxa"/>
          </w:tcPr>
          <w:p w:rsidR="00B370A0" w:rsidRPr="00D70C3B" w:rsidRDefault="00B370A0" w:rsidP="00AA73F0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3500</w:t>
            </w:r>
          </w:p>
        </w:tc>
        <w:tc>
          <w:tcPr>
            <w:tcW w:w="1276" w:type="dxa"/>
          </w:tcPr>
          <w:p w:rsidR="00B370A0" w:rsidRPr="00D70C3B" w:rsidRDefault="00B370A0" w:rsidP="00AA73F0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10500</w:t>
            </w:r>
          </w:p>
        </w:tc>
        <w:tc>
          <w:tcPr>
            <w:tcW w:w="2126" w:type="dxa"/>
          </w:tcPr>
          <w:p w:rsidR="00B370A0" w:rsidRPr="00D70C3B" w:rsidRDefault="00B370A0" w:rsidP="00AA73F0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D70C3B">
              <w:rPr>
                <w:rFonts w:cs="Arial"/>
                <w:sz w:val="20"/>
                <w:szCs w:val="20"/>
              </w:rPr>
              <w:t>По заявке с момента заключения договора</w:t>
            </w:r>
          </w:p>
        </w:tc>
        <w:tc>
          <w:tcPr>
            <w:tcW w:w="2127" w:type="dxa"/>
          </w:tcPr>
          <w:p w:rsidR="00B370A0" w:rsidRPr="00D70C3B" w:rsidRDefault="00B370A0" w:rsidP="00AA73F0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D70C3B">
              <w:rPr>
                <w:rFonts w:cs="Arial"/>
                <w:sz w:val="20"/>
                <w:szCs w:val="20"/>
              </w:rPr>
              <w:t xml:space="preserve">СКО, </w:t>
            </w:r>
            <w:r>
              <w:rPr>
                <w:rFonts w:cs="Arial"/>
                <w:sz w:val="20"/>
                <w:szCs w:val="20"/>
              </w:rPr>
              <w:t>Акжарский район, с. Талшик ул М. Ауезова 19</w:t>
            </w:r>
          </w:p>
        </w:tc>
      </w:tr>
      <w:tr w:rsidR="00B370A0" w:rsidRPr="00D70C3B" w:rsidTr="00DD0E8B">
        <w:tc>
          <w:tcPr>
            <w:tcW w:w="818" w:type="dxa"/>
          </w:tcPr>
          <w:p w:rsidR="00B370A0" w:rsidRPr="00A71A1F" w:rsidRDefault="00B370A0" w:rsidP="00DD0E8B">
            <w:pPr>
              <w:numPr>
                <w:ilvl w:val="0"/>
                <w:numId w:val="16"/>
              </w:numPr>
              <w:spacing w:after="0" w:line="240" w:lineRule="auto"/>
              <w:rPr>
                <w:rFonts w:cs="Arial"/>
              </w:rPr>
            </w:pPr>
          </w:p>
        </w:tc>
        <w:tc>
          <w:tcPr>
            <w:tcW w:w="3104" w:type="dxa"/>
          </w:tcPr>
          <w:p w:rsidR="00B370A0" w:rsidRPr="007966CD" w:rsidRDefault="00B370A0" w:rsidP="00AC2309">
            <w:r>
              <w:t>Стекло предметное с полем для записи</w:t>
            </w:r>
          </w:p>
        </w:tc>
        <w:tc>
          <w:tcPr>
            <w:tcW w:w="567" w:type="dxa"/>
          </w:tcPr>
          <w:p w:rsidR="00B370A0" w:rsidRDefault="00B370A0" w:rsidP="00AC2309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уп</w:t>
            </w:r>
          </w:p>
        </w:tc>
        <w:tc>
          <w:tcPr>
            <w:tcW w:w="3544" w:type="dxa"/>
          </w:tcPr>
          <w:p w:rsidR="00B370A0" w:rsidRPr="00C70C81" w:rsidRDefault="00B370A0" w:rsidP="00996477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  <w:t>Для химическмх исследований</w:t>
            </w:r>
          </w:p>
        </w:tc>
        <w:tc>
          <w:tcPr>
            <w:tcW w:w="709" w:type="dxa"/>
          </w:tcPr>
          <w:p w:rsidR="00B370A0" w:rsidRDefault="00B370A0" w:rsidP="00AC2309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40</w:t>
            </w:r>
          </w:p>
        </w:tc>
        <w:tc>
          <w:tcPr>
            <w:tcW w:w="1275" w:type="dxa"/>
          </w:tcPr>
          <w:p w:rsidR="00B370A0" w:rsidRPr="00B92A0F" w:rsidRDefault="00B370A0" w:rsidP="00AC2309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800</w:t>
            </w:r>
          </w:p>
        </w:tc>
        <w:tc>
          <w:tcPr>
            <w:tcW w:w="1276" w:type="dxa"/>
          </w:tcPr>
          <w:p w:rsidR="00B370A0" w:rsidRPr="00B92A0F" w:rsidRDefault="00B370A0" w:rsidP="00AC2309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32000</w:t>
            </w:r>
          </w:p>
        </w:tc>
        <w:tc>
          <w:tcPr>
            <w:tcW w:w="2126" w:type="dxa"/>
          </w:tcPr>
          <w:p w:rsidR="00B370A0" w:rsidRPr="00D70C3B" w:rsidRDefault="00B370A0" w:rsidP="00AC2309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D70C3B">
              <w:rPr>
                <w:rFonts w:cs="Arial"/>
                <w:sz w:val="20"/>
                <w:szCs w:val="20"/>
              </w:rPr>
              <w:t>По заявке с момента заключения договора</w:t>
            </w:r>
          </w:p>
        </w:tc>
        <w:tc>
          <w:tcPr>
            <w:tcW w:w="2127" w:type="dxa"/>
          </w:tcPr>
          <w:p w:rsidR="00B370A0" w:rsidRPr="00D70C3B" w:rsidRDefault="00B370A0" w:rsidP="00AC2309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D70C3B">
              <w:rPr>
                <w:rFonts w:cs="Arial"/>
                <w:sz w:val="20"/>
                <w:szCs w:val="20"/>
              </w:rPr>
              <w:t xml:space="preserve">СКО, </w:t>
            </w:r>
            <w:r>
              <w:rPr>
                <w:rFonts w:cs="Arial"/>
                <w:sz w:val="20"/>
                <w:szCs w:val="20"/>
              </w:rPr>
              <w:t>Акжарский район, с. Талшик ул М. Ауезова 19</w:t>
            </w:r>
          </w:p>
        </w:tc>
      </w:tr>
      <w:tr w:rsidR="00B370A0" w:rsidRPr="00D70C3B" w:rsidTr="00DD0E8B">
        <w:tc>
          <w:tcPr>
            <w:tcW w:w="818" w:type="dxa"/>
          </w:tcPr>
          <w:p w:rsidR="00B370A0" w:rsidRPr="00A71A1F" w:rsidRDefault="00B370A0" w:rsidP="00DD0E8B">
            <w:pPr>
              <w:numPr>
                <w:ilvl w:val="0"/>
                <w:numId w:val="16"/>
              </w:numPr>
              <w:spacing w:after="0" w:line="240" w:lineRule="auto"/>
              <w:rPr>
                <w:rFonts w:cs="Arial"/>
              </w:rPr>
            </w:pPr>
          </w:p>
        </w:tc>
        <w:tc>
          <w:tcPr>
            <w:tcW w:w="3104" w:type="dxa"/>
          </w:tcPr>
          <w:p w:rsidR="00B370A0" w:rsidRPr="007966CD" w:rsidRDefault="00B370A0" w:rsidP="00AC2309">
            <w:r>
              <w:t>Стекло предметное со шлифованными краями №50</w:t>
            </w:r>
          </w:p>
        </w:tc>
        <w:tc>
          <w:tcPr>
            <w:tcW w:w="567" w:type="dxa"/>
          </w:tcPr>
          <w:p w:rsidR="00B370A0" w:rsidRDefault="00B370A0" w:rsidP="00AC2309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уп</w:t>
            </w:r>
          </w:p>
        </w:tc>
        <w:tc>
          <w:tcPr>
            <w:tcW w:w="3544" w:type="dxa"/>
          </w:tcPr>
          <w:p w:rsidR="00B370A0" w:rsidRPr="00C70C81" w:rsidRDefault="00B370A0" w:rsidP="00996477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  <w:t>Для химическмх исследований</w:t>
            </w:r>
          </w:p>
        </w:tc>
        <w:tc>
          <w:tcPr>
            <w:tcW w:w="709" w:type="dxa"/>
          </w:tcPr>
          <w:p w:rsidR="00B370A0" w:rsidRPr="00B92A0F" w:rsidRDefault="00B370A0" w:rsidP="00AC2309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40</w:t>
            </w:r>
          </w:p>
        </w:tc>
        <w:tc>
          <w:tcPr>
            <w:tcW w:w="1275" w:type="dxa"/>
          </w:tcPr>
          <w:p w:rsidR="00B370A0" w:rsidRPr="00B92A0F" w:rsidRDefault="00B370A0" w:rsidP="00276B5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800</w:t>
            </w:r>
          </w:p>
        </w:tc>
        <w:tc>
          <w:tcPr>
            <w:tcW w:w="1276" w:type="dxa"/>
          </w:tcPr>
          <w:p w:rsidR="00B370A0" w:rsidRPr="00B92A0F" w:rsidRDefault="00B370A0" w:rsidP="00276B5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32000</w:t>
            </w:r>
          </w:p>
        </w:tc>
        <w:tc>
          <w:tcPr>
            <w:tcW w:w="2126" w:type="dxa"/>
          </w:tcPr>
          <w:p w:rsidR="00B370A0" w:rsidRPr="00D70C3B" w:rsidRDefault="00B370A0" w:rsidP="00AC2309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D70C3B">
              <w:rPr>
                <w:rFonts w:cs="Arial"/>
                <w:sz w:val="20"/>
                <w:szCs w:val="20"/>
              </w:rPr>
              <w:t>По заявке с момента заключения договора</w:t>
            </w:r>
          </w:p>
        </w:tc>
        <w:tc>
          <w:tcPr>
            <w:tcW w:w="2127" w:type="dxa"/>
          </w:tcPr>
          <w:p w:rsidR="00B370A0" w:rsidRPr="00D70C3B" w:rsidRDefault="00B370A0" w:rsidP="00AC2309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D70C3B">
              <w:rPr>
                <w:rFonts w:cs="Arial"/>
                <w:sz w:val="20"/>
                <w:szCs w:val="20"/>
              </w:rPr>
              <w:t xml:space="preserve">СКО, </w:t>
            </w:r>
            <w:r>
              <w:rPr>
                <w:rFonts w:cs="Arial"/>
                <w:sz w:val="20"/>
                <w:szCs w:val="20"/>
              </w:rPr>
              <w:t>Акжарский район, с. Талшик ул М. Ауезова 19</w:t>
            </w:r>
          </w:p>
        </w:tc>
      </w:tr>
      <w:tr w:rsidR="00B370A0" w:rsidRPr="00D70C3B" w:rsidTr="00DD0E8B">
        <w:tc>
          <w:tcPr>
            <w:tcW w:w="818" w:type="dxa"/>
          </w:tcPr>
          <w:p w:rsidR="00B370A0" w:rsidRPr="00A71A1F" w:rsidRDefault="00B370A0" w:rsidP="00DD0E8B">
            <w:pPr>
              <w:numPr>
                <w:ilvl w:val="0"/>
                <w:numId w:val="16"/>
              </w:numPr>
              <w:spacing w:after="0" w:line="240" w:lineRule="auto"/>
              <w:rPr>
                <w:rFonts w:cs="Arial"/>
              </w:rPr>
            </w:pPr>
          </w:p>
        </w:tc>
        <w:tc>
          <w:tcPr>
            <w:tcW w:w="3104" w:type="dxa"/>
          </w:tcPr>
          <w:p w:rsidR="00B370A0" w:rsidRPr="00B55899" w:rsidRDefault="00B370A0" w:rsidP="00AC2309"/>
        </w:tc>
        <w:tc>
          <w:tcPr>
            <w:tcW w:w="567" w:type="dxa"/>
          </w:tcPr>
          <w:p w:rsidR="00B370A0" w:rsidRDefault="00B370A0" w:rsidP="00AC2309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544" w:type="dxa"/>
          </w:tcPr>
          <w:p w:rsidR="00B370A0" w:rsidRDefault="00B370A0" w:rsidP="00AC2309"/>
        </w:tc>
        <w:tc>
          <w:tcPr>
            <w:tcW w:w="709" w:type="dxa"/>
          </w:tcPr>
          <w:p w:rsidR="00B370A0" w:rsidRDefault="00B370A0" w:rsidP="00AC2309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:rsidR="00B370A0" w:rsidRDefault="00B370A0" w:rsidP="00AC2309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B370A0" w:rsidRDefault="00B370A0" w:rsidP="00AC2309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:rsidR="00B370A0" w:rsidRPr="00D70C3B" w:rsidRDefault="00B370A0" w:rsidP="00AC2309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2127" w:type="dxa"/>
          </w:tcPr>
          <w:p w:rsidR="00B370A0" w:rsidRPr="00D70C3B" w:rsidRDefault="00B370A0" w:rsidP="00AC2309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B370A0" w:rsidRPr="00D70C3B" w:rsidTr="00DD0E8B">
        <w:tc>
          <w:tcPr>
            <w:tcW w:w="818" w:type="dxa"/>
          </w:tcPr>
          <w:p w:rsidR="00B370A0" w:rsidRPr="00A71A1F" w:rsidRDefault="00B370A0" w:rsidP="00DD0E8B">
            <w:pPr>
              <w:numPr>
                <w:ilvl w:val="0"/>
                <w:numId w:val="16"/>
              </w:numPr>
              <w:spacing w:after="0" w:line="240" w:lineRule="auto"/>
              <w:rPr>
                <w:rFonts w:cs="Arial"/>
              </w:rPr>
            </w:pPr>
          </w:p>
        </w:tc>
        <w:tc>
          <w:tcPr>
            <w:tcW w:w="3104" w:type="dxa"/>
          </w:tcPr>
          <w:p w:rsidR="00B370A0" w:rsidRDefault="00B370A0" w:rsidP="00F53D92"/>
        </w:tc>
        <w:tc>
          <w:tcPr>
            <w:tcW w:w="567" w:type="dxa"/>
          </w:tcPr>
          <w:p w:rsidR="00B370A0" w:rsidRDefault="00B370A0" w:rsidP="00253133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544" w:type="dxa"/>
          </w:tcPr>
          <w:p w:rsidR="00B370A0" w:rsidRDefault="00B370A0" w:rsidP="00AC2309"/>
        </w:tc>
        <w:tc>
          <w:tcPr>
            <w:tcW w:w="709" w:type="dxa"/>
          </w:tcPr>
          <w:p w:rsidR="00B370A0" w:rsidRDefault="00B370A0" w:rsidP="00D70C3B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:rsidR="00B370A0" w:rsidRDefault="00B370A0" w:rsidP="00D70C3B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B370A0" w:rsidRDefault="00B370A0" w:rsidP="00D70C3B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:rsidR="00B370A0" w:rsidRPr="00D70C3B" w:rsidRDefault="00B370A0" w:rsidP="00605D60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2127" w:type="dxa"/>
          </w:tcPr>
          <w:p w:rsidR="00B370A0" w:rsidRPr="00D70C3B" w:rsidRDefault="00B370A0" w:rsidP="00605D60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</w:tbl>
    <w:p w:rsidR="00B370A0" w:rsidRPr="0063016C" w:rsidRDefault="00B370A0" w:rsidP="003C2322">
      <w:pPr>
        <w:tabs>
          <w:tab w:val="left" w:pos="10348"/>
        </w:tabs>
        <w:jc w:val="right"/>
        <w:rPr>
          <w:sz w:val="20"/>
          <w:szCs w:val="20"/>
        </w:rPr>
      </w:pPr>
    </w:p>
    <w:sectPr w:rsidR="00B370A0" w:rsidRPr="0063016C" w:rsidSect="00A71A1F">
      <w:pgSz w:w="16838" w:h="11906" w:orient="landscape"/>
      <w:pgMar w:top="71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70A0" w:rsidRDefault="00B370A0" w:rsidP="00CB50B7">
      <w:pPr>
        <w:spacing w:after="0" w:line="240" w:lineRule="auto"/>
      </w:pPr>
      <w:r>
        <w:separator/>
      </w:r>
    </w:p>
  </w:endnote>
  <w:endnote w:type="continuationSeparator" w:id="0">
    <w:p w:rsidR="00B370A0" w:rsidRDefault="00B370A0" w:rsidP="00CB50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70A0" w:rsidRDefault="00B370A0" w:rsidP="00CB50B7">
      <w:pPr>
        <w:spacing w:after="0" w:line="240" w:lineRule="auto"/>
      </w:pPr>
      <w:r>
        <w:separator/>
      </w:r>
    </w:p>
  </w:footnote>
  <w:footnote w:type="continuationSeparator" w:id="0">
    <w:p w:rsidR="00B370A0" w:rsidRDefault="00B370A0" w:rsidP="00CB50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DCCE4C3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8F02EB1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278EE94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090ECC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CBA881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D1E82D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FFADC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1D4114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0A802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1A069E8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36E4AEF"/>
    <w:multiLevelType w:val="hybridMultilevel"/>
    <w:tmpl w:val="CD62D9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089A2B57"/>
    <w:multiLevelType w:val="multilevel"/>
    <w:tmpl w:val="E86E5F4A"/>
    <w:lvl w:ilvl="0">
      <w:start w:val="1"/>
      <w:numFmt w:val="bullet"/>
      <w:lvlText w:val=""/>
      <w:lvlJc w:val="left"/>
      <w:pPr>
        <w:tabs>
          <w:tab w:val="num" w:pos="751"/>
        </w:tabs>
        <w:ind w:left="751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135B48E6"/>
    <w:multiLevelType w:val="hybridMultilevel"/>
    <w:tmpl w:val="C5E0A3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295D1593"/>
    <w:multiLevelType w:val="hybridMultilevel"/>
    <w:tmpl w:val="AAAACF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29833808"/>
    <w:multiLevelType w:val="hybridMultilevel"/>
    <w:tmpl w:val="71A06B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547728B4"/>
    <w:multiLevelType w:val="hybridMultilevel"/>
    <w:tmpl w:val="CEE482C2"/>
    <w:lvl w:ilvl="0" w:tplc="A48898E4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5"/>
  </w:num>
  <w:num w:numId="2">
    <w:abstractNumId w:val="11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0"/>
  </w:num>
  <w:num w:numId="14">
    <w:abstractNumId w:val="12"/>
  </w:num>
  <w:num w:numId="15">
    <w:abstractNumId w:val="13"/>
  </w:num>
  <w:num w:numId="16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B50B7"/>
    <w:rsid w:val="000063C3"/>
    <w:rsid w:val="000219A9"/>
    <w:rsid w:val="00044014"/>
    <w:rsid w:val="00064DFC"/>
    <w:rsid w:val="0006729E"/>
    <w:rsid w:val="000B3055"/>
    <w:rsid w:val="000B7CDA"/>
    <w:rsid w:val="000E1BA5"/>
    <w:rsid w:val="000F5701"/>
    <w:rsid w:val="000F6E0D"/>
    <w:rsid w:val="00126386"/>
    <w:rsid w:val="001276F0"/>
    <w:rsid w:val="00192320"/>
    <w:rsid w:val="001A7C97"/>
    <w:rsid w:val="001C10E5"/>
    <w:rsid w:val="001F6D72"/>
    <w:rsid w:val="00234BAE"/>
    <w:rsid w:val="00246DB2"/>
    <w:rsid w:val="00253133"/>
    <w:rsid w:val="00276B52"/>
    <w:rsid w:val="00286256"/>
    <w:rsid w:val="00287980"/>
    <w:rsid w:val="002C55EF"/>
    <w:rsid w:val="002F06E3"/>
    <w:rsid w:val="003405B1"/>
    <w:rsid w:val="00355E7B"/>
    <w:rsid w:val="00356135"/>
    <w:rsid w:val="00356F4C"/>
    <w:rsid w:val="00397A26"/>
    <w:rsid w:val="003B2E18"/>
    <w:rsid w:val="003C2322"/>
    <w:rsid w:val="003F70EB"/>
    <w:rsid w:val="0042099A"/>
    <w:rsid w:val="00440211"/>
    <w:rsid w:val="00447E5C"/>
    <w:rsid w:val="00450388"/>
    <w:rsid w:val="004A742F"/>
    <w:rsid w:val="004B412F"/>
    <w:rsid w:val="004C74A6"/>
    <w:rsid w:val="004D049E"/>
    <w:rsid w:val="004F01A1"/>
    <w:rsid w:val="00512F6D"/>
    <w:rsid w:val="00521C36"/>
    <w:rsid w:val="00524B4C"/>
    <w:rsid w:val="005304F9"/>
    <w:rsid w:val="00544D11"/>
    <w:rsid w:val="005A2937"/>
    <w:rsid w:val="005A5EA3"/>
    <w:rsid w:val="005C7581"/>
    <w:rsid w:val="00605D60"/>
    <w:rsid w:val="00617943"/>
    <w:rsid w:val="00624541"/>
    <w:rsid w:val="0063016C"/>
    <w:rsid w:val="00630796"/>
    <w:rsid w:val="00661078"/>
    <w:rsid w:val="006635E1"/>
    <w:rsid w:val="0069792F"/>
    <w:rsid w:val="006C2CAD"/>
    <w:rsid w:val="006F5993"/>
    <w:rsid w:val="0070000D"/>
    <w:rsid w:val="00702634"/>
    <w:rsid w:val="00717CB7"/>
    <w:rsid w:val="00746CA6"/>
    <w:rsid w:val="00751F5A"/>
    <w:rsid w:val="007966CD"/>
    <w:rsid w:val="0079786A"/>
    <w:rsid w:val="007C1048"/>
    <w:rsid w:val="007F04CA"/>
    <w:rsid w:val="008270A6"/>
    <w:rsid w:val="00853F6A"/>
    <w:rsid w:val="008A0FDD"/>
    <w:rsid w:val="008B61FB"/>
    <w:rsid w:val="008C6B1D"/>
    <w:rsid w:val="008D5F7B"/>
    <w:rsid w:val="008E731A"/>
    <w:rsid w:val="009216CA"/>
    <w:rsid w:val="009256F4"/>
    <w:rsid w:val="009474A7"/>
    <w:rsid w:val="00996477"/>
    <w:rsid w:val="009B579E"/>
    <w:rsid w:val="009D1B50"/>
    <w:rsid w:val="00A71A1F"/>
    <w:rsid w:val="00A827D0"/>
    <w:rsid w:val="00A87BB2"/>
    <w:rsid w:val="00A936A1"/>
    <w:rsid w:val="00AA73F0"/>
    <w:rsid w:val="00AA782C"/>
    <w:rsid w:val="00AB7E01"/>
    <w:rsid w:val="00AC2309"/>
    <w:rsid w:val="00AD6F54"/>
    <w:rsid w:val="00B17538"/>
    <w:rsid w:val="00B370A0"/>
    <w:rsid w:val="00B37D30"/>
    <w:rsid w:val="00B431E9"/>
    <w:rsid w:val="00B50BFB"/>
    <w:rsid w:val="00B55899"/>
    <w:rsid w:val="00B92A0F"/>
    <w:rsid w:val="00BC28B1"/>
    <w:rsid w:val="00BF4F70"/>
    <w:rsid w:val="00BF6898"/>
    <w:rsid w:val="00C06FBE"/>
    <w:rsid w:val="00C35641"/>
    <w:rsid w:val="00C424D5"/>
    <w:rsid w:val="00C70C81"/>
    <w:rsid w:val="00C75E5C"/>
    <w:rsid w:val="00CB50B7"/>
    <w:rsid w:val="00CC282A"/>
    <w:rsid w:val="00D17AAC"/>
    <w:rsid w:val="00D3379B"/>
    <w:rsid w:val="00D41C8A"/>
    <w:rsid w:val="00D4209B"/>
    <w:rsid w:val="00D70C3B"/>
    <w:rsid w:val="00DB7DBF"/>
    <w:rsid w:val="00DD0E8B"/>
    <w:rsid w:val="00DE2B4A"/>
    <w:rsid w:val="00EA6DCD"/>
    <w:rsid w:val="00F2257E"/>
    <w:rsid w:val="00F25228"/>
    <w:rsid w:val="00F42395"/>
    <w:rsid w:val="00F53D92"/>
    <w:rsid w:val="00FC4F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257E"/>
    <w:pPr>
      <w:spacing w:after="200" w:line="276" w:lineRule="auto"/>
    </w:pPr>
  </w:style>
  <w:style w:type="paragraph" w:styleId="Heading1">
    <w:name w:val="heading 1"/>
    <w:basedOn w:val="Normal"/>
    <w:link w:val="Heading1Char"/>
    <w:uiPriority w:val="99"/>
    <w:qFormat/>
    <w:rsid w:val="001C10E5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C10E5"/>
    <w:rPr>
      <w:rFonts w:ascii="Times New Roman" w:hAnsi="Times New Roman" w:cs="Times New Roman"/>
      <w:b/>
      <w:bCs/>
      <w:kern w:val="36"/>
      <w:sz w:val="48"/>
      <w:szCs w:val="48"/>
    </w:rPr>
  </w:style>
  <w:style w:type="table" w:styleId="TableGrid">
    <w:name w:val="Table Grid"/>
    <w:basedOn w:val="TableNormal"/>
    <w:uiPriority w:val="99"/>
    <w:rsid w:val="00CB50B7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rsid w:val="00CB50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B50B7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CB50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B50B7"/>
    <w:rPr>
      <w:rFonts w:cs="Times New Roman"/>
    </w:rPr>
  </w:style>
  <w:style w:type="paragraph" w:styleId="ListParagraph">
    <w:name w:val="List Paragraph"/>
    <w:basedOn w:val="Normal"/>
    <w:uiPriority w:val="99"/>
    <w:qFormat/>
    <w:rsid w:val="004D049E"/>
    <w:pPr>
      <w:ind w:left="720"/>
      <w:contextualSpacing/>
    </w:pPr>
  </w:style>
  <w:style w:type="paragraph" w:styleId="NormalWeb">
    <w:name w:val="Normal (Web)"/>
    <w:basedOn w:val="Normal"/>
    <w:uiPriority w:val="99"/>
    <w:rsid w:val="00AA782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DefaultParagraphFont"/>
    <w:uiPriority w:val="99"/>
    <w:rsid w:val="00AA782C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7787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87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87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87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1132</TotalTime>
  <Pages>1</Pages>
  <Words>92</Words>
  <Characters>528</Characters>
  <Application>Microsoft Office Outlook</Application>
  <DocSecurity>0</DocSecurity>
  <Lines>0</Lines>
  <Paragraphs>0</Paragraphs>
  <ScaleCrop>false</ScaleCrop>
  <Company>OB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Apteka</dc:creator>
  <cp:keywords/>
  <dc:description/>
  <cp:lastModifiedBy>User</cp:lastModifiedBy>
  <cp:revision>39</cp:revision>
  <cp:lastPrinted>2017-02-23T05:34:00Z</cp:lastPrinted>
  <dcterms:created xsi:type="dcterms:W3CDTF">2017-01-30T03:39:00Z</dcterms:created>
  <dcterms:modified xsi:type="dcterms:W3CDTF">2017-07-27T05:36:00Z</dcterms:modified>
</cp:coreProperties>
</file>